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D0F10E" w14:textId="6AFC95CA" w:rsidR="009C5BE4" w:rsidRDefault="009F2D9E" w:rsidP="006B2D5B">
      <w:pPr>
        <w:rPr>
          <w:rFonts w:cs="Times New Roman"/>
          <w:szCs w:val="24"/>
        </w:rPr>
      </w:pPr>
      <w:r w:rsidRPr="009F2D9E">
        <w:rPr>
          <w:rFonts w:cs="Times New Roman"/>
          <w:b/>
          <w:szCs w:val="24"/>
        </w:rPr>
        <w:t xml:space="preserve">Table </w:t>
      </w:r>
      <w:r w:rsidR="00B671AD">
        <w:rPr>
          <w:rFonts w:cs="Times New Roman"/>
          <w:b/>
          <w:szCs w:val="24"/>
        </w:rPr>
        <w:t>S</w:t>
      </w:r>
      <w:r w:rsidR="00F340DC">
        <w:rPr>
          <w:rFonts w:cs="Times New Roman"/>
          <w:b/>
          <w:szCs w:val="24"/>
        </w:rPr>
        <w:t>5</w:t>
      </w:r>
      <w:bookmarkStart w:id="0" w:name="_GoBack"/>
      <w:bookmarkEnd w:id="0"/>
      <w:r w:rsidRPr="009F2D9E">
        <w:rPr>
          <w:rFonts w:cs="Times New Roman"/>
          <w:szCs w:val="24"/>
        </w:rPr>
        <w:t xml:space="preserve"> Top five most </w:t>
      </w:r>
      <w:r w:rsidR="00C863E7" w:rsidRPr="009F2D9E">
        <w:rPr>
          <w:rFonts w:cs="Times New Roman"/>
          <w:szCs w:val="24"/>
        </w:rPr>
        <w:t>frequent</w:t>
      </w:r>
      <w:r w:rsidRPr="009F2D9E">
        <w:rPr>
          <w:rFonts w:cs="Times New Roman"/>
          <w:szCs w:val="24"/>
        </w:rPr>
        <w:t xml:space="preserve"> and significant NUE motifs detected in PACs located in different genomic regions</w:t>
      </w:r>
      <w:r>
        <w:rPr>
          <w:rFonts w:cs="Times New Roman"/>
          <w:szCs w:val="24"/>
        </w:rPr>
        <w:t>.</w:t>
      </w:r>
    </w:p>
    <w:tbl>
      <w:tblPr>
        <w:tblStyle w:val="TableGrid"/>
        <w:tblW w:w="11424" w:type="dxa"/>
        <w:tblLook w:val="04A0" w:firstRow="1" w:lastRow="0" w:firstColumn="1" w:lastColumn="0" w:noHBand="0" w:noVBand="1"/>
      </w:tblPr>
      <w:tblGrid>
        <w:gridCol w:w="1587"/>
        <w:gridCol w:w="1589"/>
        <w:gridCol w:w="1588"/>
        <w:gridCol w:w="1589"/>
        <w:gridCol w:w="316"/>
        <w:gridCol w:w="1589"/>
        <w:gridCol w:w="1589"/>
        <w:gridCol w:w="1577"/>
      </w:tblGrid>
      <w:tr w:rsidR="008F14A1" w:rsidRPr="008F14A1" w14:paraId="50E8C5DA" w14:textId="77777777" w:rsidTr="00B65E96">
        <w:trPr>
          <w:trHeight w:val="740"/>
        </w:trPr>
        <w:tc>
          <w:tcPr>
            <w:tcW w:w="1428" w:type="dxa"/>
            <w:tcBorders>
              <w:left w:val="nil"/>
              <w:bottom w:val="nil"/>
              <w:right w:val="nil"/>
            </w:tcBorders>
            <w:noWrap/>
            <w:hideMark/>
          </w:tcPr>
          <w:p w14:paraId="6E4C2DFA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b/>
                <w:bCs/>
                <w:szCs w:val="24"/>
              </w:rPr>
            </w:pPr>
            <w:r w:rsidRPr="008F14A1">
              <w:rPr>
                <w:rFonts w:cs="Times New Roman"/>
                <w:b/>
                <w:bCs/>
                <w:szCs w:val="24"/>
              </w:rPr>
              <w:t>Region</w:t>
            </w:r>
          </w:p>
        </w:tc>
        <w:tc>
          <w:tcPr>
            <w:tcW w:w="1429" w:type="dxa"/>
            <w:gridSpan w:val="3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69C4D65C" w14:textId="1D61BFBD" w:rsidR="008F14A1" w:rsidRPr="008F14A1" w:rsidRDefault="008F14A1" w:rsidP="002611A6">
            <w:pPr>
              <w:spacing w:line="240" w:lineRule="auto"/>
              <w:rPr>
                <w:rFonts w:cs="Times New Roman"/>
                <w:b/>
                <w:bCs/>
                <w:szCs w:val="24"/>
              </w:rPr>
            </w:pPr>
            <w:r w:rsidRPr="008F14A1">
              <w:rPr>
                <w:rFonts w:cs="Times New Roman"/>
                <w:b/>
                <w:bCs/>
                <w:szCs w:val="24"/>
              </w:rPr>
              <w:t>Top five frequent NUE motifs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14:paraId="2C92A81E" w14:textId="25A29898" w:rsidR="008F14A1" w:rsidRPr="008F14A1" w:rsidRDefault="008F14A1" w:rsidP="002611A6">
            <w:pPr>
              <w:spacing w:line="240" w:lineRule="auto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429" w:type="dxa"/>
            <w:gridSpan w:val="3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2219C008" w14:textId="217428EC" w:rsidR="008F14A1" w:rsidRPr="008F14A1" w:rsidRDefault="008F14A1" w:rsidP="002611A6">
            <w:pPr>
              <w:spacing w:line="240" w:lineRule="auto"/>
              <w:rPr>
                <w:rFonts w:cs="Times New Roman"/>
                <w:b/>
                <w:bCs/>
                <w:szCs w:val="24"/>
              </w:rPr>
            </w:pPr>
            <w:r w:rsidRPr="008F14A1">
              <w:rPr>
                <w:rFonts w:cs="Times New Roman"/>
                <w:b/>
                <w:bCs/>
                <w:szCs w:val="24"/>
              </w:rPr>
              <w:t>Top five significant NUE motifs</w:t>
            </w:r>
          </w:p>
        </w:tc>
      </w:tr>
      <w:tr w:rsidR="00FC7BBB" w:rsidRPr="008F14A1" w14:paraId="4B391B25" w14:textId="77777777" w:rsidTr="00B65E96">
        <w:trPr>
          <w:trHeight w:val="300"/>
        </w:trPr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CFB18F6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b/>
                <w:bCs/>
                <w:szCs w:val="24"/>
              </w:rPr>
            </w:pPr>
          </w:p>
        </w:tc>
        <w:tc>
          <w:tcPr>
            <w:tcW w:w="1429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17F943E7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b/>
                <w:bCs/>
                <w:szCs w:val="24"/>
              </w:rPr>
            </w:pPr>
            <w:r w:rsidRPr="008F14A1">
              <w:rPr>
                <w:rFonts w:cs="Times New Roman"/>
                <w:b/>
                <w:bCs/>
                <w:szCs w:val="24"/>
              </w:rPr>
              <w:t>Motif</w:t>
            </w:r>
          </w:p>
        </w:tc>
        <w:tc>
          <w:tcPr>
            <w:tcW w:w="1428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50AEA0AD" w14:textId="56529071" w:rsidR="008F14A1" w:rsidRPr="008F14A1" w:rsidRDefault="008F14A1" w:rsidP="002611A6">
            <w:pPr>
              <w:spacing w:line="240" w:lineRule="auto"/>
              <w:rPr>
                <w:rFonts w:cs="Times New Roman"/>
                <w:b/>
                <w:bCs/>
                <w:szCs w:val="24"/>
              </w:rPr>
            </w:pPr>
            <w:r w:rsidRPr="008F14A1">
              <w:rPr>
                <w:rFonts w:cs="Times New Roman"/>
                <w:b/>
                <w:bCs/>
                <w:szCs w:val="24"/>
              </w:rPr>
              <w:t>Percentage</w:t>
            </w:r>
            <w:r w:rsidR="000F6A4E">
              <w:rPr>
                <w:rFonts w:cs="Times New Roman"/>
                <w:b/>
                <w:bCs/>
                <w:szCs w:val="24"/>
              </w:rPr>
              <w:t xml:space="preserve"> (%)</w:t>
            </w:r>
          </w:p>
        </w:tc>
        <w:tc>
          <w:tcPr>
            <w:tcW w:w="1429" w:type="dxa"/>
            <w:tcBorders>
              <w:left w:val="nil"/>
              <w:bottom w:val="single" w:sz="4" w:space="0" w:color="auto"/>
              <w:right w:val="nil"/>
            </w:tcBorders>
          </w:tcPr>
          <w:p w14:paraId="70ED2896" w14:textId="387E0A01" w:rsidR="008F14A1" w:rsidRPr="008F14A1" w:rsidRDefault="008F14A1" w:rsidP="002611A6">
            <w:pPr>
              <w:spacing w:line="240" w:lineRule="auto"/>
              <w:rPr>
                <w:rFonts w:cs="Times New Roman"/>
                <w:b/>
                <w:bCs/>
                <w:i/>
                <w:szCs w:val="24"/>
              </w:rPr>
            </w:pPr>
            <w:r w:rsidRPr="008F14A1">
              <w:rPr>
                <w:rFonts w:cs="Times New Roman"/>
                <w:b/>
                <w:bCs/>
                <w:i/>
                <w:szCs w:val="24"/>
              </w:rPr>
              <w:t>Z-score</w:t>
            </w:r>
            <w:r w:rsidRPr="008F14A1">
              <w:rPr>
                <w:rFonts w:cs="Times New Roman"/>
                <w:b/>
                <w:bCs/>
                <w:i/>
                <w:szCs w:val="24"/>
                <w:vertAlign w:val="superscript"/>
              </w:rPr>
              <w:t>a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5E7641" w14:textId="3F606AC7" w:rsidR="008F14A1" w:rsidRPr="008F14A1" w:rsidRDefault="008F14A1" w:rsidP="002611A6">
            <w:pPr>
              <w:spacing w:line="240" w:lineRule="auto"/>
              <w:rPr>
                <w:rFonts w:cs="Times New Roman"/>
                <w:b/>
                <w:bCs/>
                <w:i/>
                <w:szCs w:val="24"/>
              </w:rPr>
            </w:pPr>
          </w:p>
        </w:tc>
        <w:tc>
          <w:tcPr>
            <w:tcW w:w="1429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5F4FBA6F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b/>
                <w:bCs/>
                <w:szCs w:val="24"/>
              </w:rPr>
            </w:pPr>
            <w:r w:rsidRPr="008F14A1">
              <w:rPr>
                <w:rFonts w:cs="Times New Roman"/>
                <w:b/>
                <w:bCs/>
                <w:szCs w:val="24"/>
              </w:rPr>
              <w:t>Motif</w:t>
            </w:r>
          </w:p>
        </w:tc>
        <w:tc>
          <w:tcPr>
            <w:tcW w:w="1429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10B028B1" w14:textId="387C3537" w:rsidR="008F14A1" w:rsidRPr="008F14A1" w:rsidRDefault="008F14A1" w:rsidP="002611A6">
            <w:pPr>
              <w:spacing w:line="240" w:lineRule="auto"/>
              <w:rPr>
                <w:rFonts w:cs="Times New Roman"/>
                <w:b/>
                <w:bCs/>
                <w:szCs w:val="24"/>
              </w:rPr>
            </w:pPr>
            <w:r w:rsidRPr="008F14A1">
              <w:rPr>
                <w:rFonts w:cs="Times New Roman"/>
                <w:b/>
                <w:bCs/>
                <w:szCs w:val="24"/>
              </w:rPr>
              <w:t>Percentage</w:t>
            </w:r>
            <w:r w:rsidR="000F6A4E">
              <w:rPr>
                <w:rFonts w:cs="Times New Roman"/>
                <w:b/>
                <w:bCs/>
                <w:szCs w:val="24"/>
              </w:rPr>
              <w:t xml:space="preserve"> (%)</w:t>
            </w:r>
          </w:p>
        </w:tc>
        <w:tc>
          <w:tcPr>
            <w:tcW w:w="1418" w:type="dxa"/>
            <w:tcBorders>
              <w:left w:val="nil"/>
              <w:bottom w:val="single" w:sz="4" w:space="0" w:color="auto"/>
              <w:right w:val="nil"/>
            </w:tcBorders>
            <w:noWrap/>
            <w:hideMark/>
          </w:tcPr>
          <w:p w14:paraId="5115C526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b/>
                <w:bCs/>
                <w:i/>
                <w:szCs w:val="24"/>
              </w:rPr>
            </w:pPr>
            <w:r w:rsidRPr="008F14A1">
              <w:rPr>
                <w:rFonts w:cs="Times New Roman"/>
                <w:b/>
                <w:bCs/>
                <w:i/>
                <w:szCs w:val="24"/>
              </w:rPr>
              <w:t>Z-score</w:t>
            </w:r>
          </w:p>
        </w:tc>
      </w:tr>
      <w:tr w:rsidR="00B65E96" w:rsidRPr="008F14A1" w14:paraId="34AD08AC" w14:textId="77777777" w:rsidTr="00B65E96">
        <w:trPr>
          <w:trHeight w:val="300"/>
        </w:trPr>
        <w:tc>
          <w:tcPr>
            <w:tcW w:w="1428" w:type="dxa"/>
            <w:tcBorders>
              <w:left w:val="nil"/>
              <w:bottom w:val="nil"/>
              <w:right w:val="nil"/>
            </w:tcBorders>
            <w:noWrap/>
            <w:hideMark/>
          </w:tcPr>
          <w:p w14:paraId="68D33A33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3'-UTR</w:t>
            </w:r>
          </w:p>
        </w:tc>
        <w:tc>
          <w:tcPr>
            <w:tcW w:w="1429" w:type="dxa"/>
            <w:tcBorders>
              <w:left w:val="nil"/>
              <w:bottom w:val="nil"/>
              <w:right w:val="nil"/>
            </w:tcBorders>
            <w:noWrap/>
            <w:hideMark/>
          </w:tcPr>
          <w:p w14:paraId="0A6C959D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AAUAAA</w:t>
            </w:r>
          </w:p>
        </w:tc>
        <w:tc>
          <w:tcPr>
            <w:tcW w:w="1428" w:type="dxa"/>
            <w:tcBorders>
              <w:left w:val="nil"/>
              <w:bottom w:val="nil"/>
              <w:right w:val="nil"/>
            </w:tcBorders>
            <w:noWrap/>
            <w:hideMark/>
          </w:tcPr>
          <w:p w14:paraId="02B46EC6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5.29</w:t>
            </w:r>
          </w:p>
        </w:tc>
        <w:tc>
          <w:tcPr>
            <w:tcW w:w="1429" w:type="dxa"/>
            <w:tcBorders>
              <w:left w:val="nil"/>
              <w:bottom w:val="nil"/>
              <w:right w:val="nil"/>
            </w:tcBorders>
          </w:tcPr>
          <w:p w14:paraId="502043A9" w14:textId="247418A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40.57</w:t>
            </w: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</w:tcPr>
          <w:p w14:paraId="56E0D906" w14:textId="553AE998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29" w:type="dxa"/>
            <w:tcBorders>
              <w:left w:val="nil"/>
              <w:bottom w:val="nil"/>
              <w:right w:val="nil"/>
            </w:tcBorders>
            <w:noWrap/>
            <w:hideMark/>
          </w:tcPr>
          <w:p w14:paraId="276D6BA2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AAUAAA</w:t>
            </w:r>
          </w:p>
        </w:tc>
        <w:tc>
          <w:tcPr>
            <w:tcW w:w="1429" w:type="dxa"/>
            <w:tcBorders>
              <w:left w:val="nil"/>
              <w:bottom w:val="nil"/>
              <w:right w:val="nil"/>
            </w:tcBorders>
            <w:noWrap/>
            <w:hideMark/>
          </w:tcPr>
          <w:p w14:paraId="2BC6F846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5.29</w:t>
            </w: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  <w:noWrap/>
            <w:hideMark/>
          </w:tcPr>
          <w:p w14:paraId="0B2F67C8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40.57</w:t>
            </w:r>
          </w:p>
        </w:tc>
      </w:tr>
      <w:tr w:rsidR="00B65E96" w:rsidRPr="008F14A1" w14:paraId="537A2BB7" w14:textId="77777777" w:rsidTr="00B65E96">
        <w:trPr>
          <w:trHeight w:val="300"/>
        </w:trPr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327DFB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17FBAC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AUAUAU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1EC821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4.88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14:paraId="5A486526" w14:textId="14E28F25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28.65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B32DD6" w14:textId="00D08343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9AE68B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UAUAUA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8B0CD5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4.58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7812E9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34.7</w:t>
            </w:r>
          </w:p>
        </w:tc>
      </w:tr>
      <w:tr w:rsidR="00B65E96" w:rsidRPr="008F14A1" w14:paraId="5ECCADA2" w14:textId="77777777" w:rsidTr="00B65E96">
        <w:trPr>
          <w:trHeight w:val="300"/>
        </w:trPr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EBF8BB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B1E1F8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UAUAUA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36BE3D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4.58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14:paraId="6422A999" w14:textId="529A3510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34.7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305400" w14:textId="265D4B68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AC9777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AUAUAU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3B70F8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4.88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69B189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28.65</w:t>
            </w:r>
          </w:p>
        </w:tc>
      </w:tr>
      <w:tr w:rsidR="00FC7BBB" w:rsidRPr="008F14A1" w14:paraId="1B9C892B" w14:textId="77777777" w:rsidTr="00B65E96">
        <w:trPr>
          <w:trHeight w:val="300"/>
        </w:trPr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2E0A06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4370C8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AAAUAA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84A7203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3.84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14:paraId="172E540B" w14:textId="00F2909E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18.87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226FF43" w14:textId="20D1441A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EAC5A5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UAAUAA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AD137A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3.35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D0DC34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27.96</w:t>
            </w:r>
          </w:p>
        </w:tc>
      </w:tr>
      <w:tr w:rsidR="00FC7BBB" w:rsidRPr="008F14A1" w14:paraId="42C847D8" w14:textId="77777777" w:rsidTr="00B65E96">
        <w:trPr>
          <w:trHeight w:val="300"/>
        </w:trPr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F46EBAB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ECBF00A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AUAAAA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0C47F35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3.54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2E79C9" w14:textId="74A29CCA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10.61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87430B" w14:textId="675ADF1E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43B26DC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UUAUUA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C4E8730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2.06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BA4F7EE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20.96</w:t>
            </w:r>
          </w:p>
        </w:tc>
      </w:tr>
      <w:tr w:rsidR="00FC7BBB" w:rsidRPr="008F14A1" w14:paraId="7B556352" w14:textId="77777777" w:rsidTr="00B65E96">
        <w:trPr>
          <w:trHeight w:val="300"/>
        </w:trPr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1878EFE7" w14:textId="4CC3347B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intron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729840DD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AAUAAA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55FD5738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5.33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43FB6C" w14:textId="1D65F5B6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18.76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EBD14E" w14:textId="2602DF79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1020A65E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AAUAAA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4F9B2C4E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5.33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0EFF831B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18.76</w:t>
            </w:r>
          </w:p>
        </w:tc>
      </w:tr>
      <w:tr w:rsidR="00B65E96" w:rsidRPr="008F14A1" w14:paraId="4ED753AD" w14:textId="77777777" w:rsidTr="00B65E96">
        <w:trPr>
          <w:trHeight w:val="300"/>
        </w:trPr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5D029B1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DC2A2A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AUAUAU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4A764F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4.95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14:paraId="412799F7" w14:textId="6B8FFD96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9.49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5324564" w14:textId="66114F99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DFAC0D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UAUAUA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1D8342F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4.56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56B12A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11.71</w:t>
            </w:r>
          </w:p>
        </w:tc>
      </w:tr>
      <w:tr w:rsidR="00B65E96" w:rsidRPr="008F14A1" w14:paraId="5A2B2C61" w14:textId="77777777" w:rsidTr="00B65E96">
        <w:trPr>
          <w:trHeight w:val="300"/>
        </w:trPr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B1EF43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34A7E6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UAUAUA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D19CBC4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4.56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14:paraId="6F958BA3" w14:textId="0E0065B9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11.71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0DE27C" w14:textId="274A7C76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6AD623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UAAUAA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BA5BDFA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3.36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07601AD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10.77</w:t>
            </w:r>
          </w:p>
        </w:tc>
      </w:tr>
      <w:tr w:rsidR="00FC7BBB" w:rsidRPr="008F14A1" w14:paraId="401504E9" w14:textId="77777777" w:rsidTr="00B65E96">
        <w:trPr>
          <w:trHeight w:val="300"/>
        </w:trPr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52599C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447D62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AUAAAA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8AC58E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3.79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14:paraId="3DD2E34B" w14:textId="404B11FF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6.63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B3B434F" w14:textId="571AE513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77A718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AUAUAU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520EA6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4.95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08C25B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9.49</w:t>
            </w:r>
          </w:p>
        </w:tc>
      </w:tr>
      <w:tr w:rsidR="00FC7BBB" w:rsidRPr="008F14A1" w14:paraId="5D7EAEB9" w14:textId="77777777" w:rsidTr="00B65E96">
        <w:trPr>
          <w:trHeight w:val="300"/>
        </w:trPr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16A2F0C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19B8F03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AAAUAA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7CA5403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3.75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A827B6" w14:textId="1AFE286C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7.73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DBB7EB" w14:textId="5E668278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0D41BA7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AAGAAA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435AADC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2.67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9E8A7EB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8.83</w:t>
            </w:r>
          </w:p>
        </w:tc>
      </w:tr>
      <w:tr w:rsidR="00FC7BBB" w:rsidRPr="008F14A1" w14:paraId="5D8DF28E" w14:textId="77777777" w:rsidTr="00B65E96">
        <w:trPr>
          <w:trHeight w:val="300"/>
        </w:trPr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6001CC91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CDS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4011BCF4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AAGAAG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038AB429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4.05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1CA299" w14:textId="23618756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5.59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2EEEFA" w14:textId="57083D18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38B4CFD7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GAGGAG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0B962DDF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2.2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1B6A716C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6.58</w:t>
            </w:r>
          </w:p>
        </w:tc>
      </w:tr>
      <w:tr w:rsidR="00B65E96" w:rsidRPr="008F14A1" w14:paraId="04A0325B" w14:textId="77777777" w:rsidTr="00B65E96">
        <w:trPr>
          <w:trHeight w:val="300"/>
        </w:trPr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9F25E0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7CD89E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AAAGAA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8F01DD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4.01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14:paraId="65AF24DF" w14:textId="6F91A862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4.14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7DB9DD" w14:textId="4F96C2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AE76F2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AAUAAA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15D6E3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2.71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E1AC69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6</w:t>
            </w:r>
          </w:p>
        </w:tc>
      </w:tr>
      <w:tr w:rsidR="00B65E96" w:rsidRPr="008F14A1" w14:paraId="1252297F" w14:textId="77777777" w:rsidTr="00B65E96">
        <w:trPr>
          <w:trHeight w:val="300"/>
        </w:trPr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B88A6E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2A34860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GAAGAA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D1C3703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3.89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14:paraId="5CB4EC21" w14:textId="41F5B601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4.19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51C2813" w14:textId="0B267075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3B6A41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AAGAAG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680F7C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4.05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26FA04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5.59</w:t>
            </w:r>
          </w:p>
        </w:tc>
      </w:tr>
      <w:tr w:rsidR="00FC7BBB" w:rsidRPr="008F14A1" w14:paraId="3AC4894D" w14:textId="77777777" w:rsidTr="00B65E96">
        <w:trPr>
          <w:trHeight w:val="300"/>
        </w:trPr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0EAFE5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7EDE53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UGAUGA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23F2FD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3.62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14:paraId="05EBF7BC" w14:textId="0A542EB1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5.45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299387" w14:textId="23D38D99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BD0CEE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UGAUGA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A5E3BF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3.62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C1EF5B2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5.45</w:t>
            </w:r>
          </w:p>
        </w:tc>
      </w:tr>
      <w:tr w:rsidR="00FC7BBB" w:rsidRPr="008F14A1" w14:paraId="39875FB4" w14:textId="77777777" w:rsidTr="00B65E96">
        <w:trPr>
          <w:trHeight w:val="300"/>
        </w:trPr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0D42E6F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7061B8A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UGAAGA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05B2DFD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3.54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1CA25B" w14:textId="5A8FE61C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3.83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6FBB27" w14:textId="488B8FE8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D14692F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AGGAGG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314178D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1.85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4D85024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5.38</w:t>
            </w:r>
          </w:p>
        </w:tc>
      </w:tr>
      <w:tr w:rsidR="00FC7BBB" w:rsidRPr="008F14A1" w14:paraId="7CB5C0ED" w14:textId="77777777" w:rsidTr="00B65E96">
        <w:trPr>
          <w:trHeight w:val="300"/>
        </w:trPr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196F4214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Intergenic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5C46A9E5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AAUAAA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1DF08B9D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5.74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CA8411" w14:textId="5D7BA7A5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25.28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0EF8D0" w14:textId="3E8D4630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25C9239C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AAUAAA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3067CFCB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5.74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199B7A76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25.28</w:t>
            </w:r>
          </w:p>
        </w:tc>
      </w:tr>
      <w:tr w:rsidR="00B65E96" w:rsidRPr="008F14A1" w14:paraId="7A33BE1C" w14:textId="77777777" w:rsidTr="00B65E96">
        <w:trPr>
          <w:trHeight w:val="300"/>
        </w:trPr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B74FE9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819BC1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AUAUAU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40E320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5.48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14:paraId="02EBC0E1" w14:textId="6BDB5F39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15.16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EE15105" w14:textId="103957D8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891329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GUACAU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B0ED87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2.55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952185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27.64</w:t>
            </w:r>
          </w:p>
        </w:tc>
      </w:tr>
      <w:tr w:rsidR="00B65E96" w:rsidRPr="008F14A1" w14:paraId="67BF2195" w14:textId="77777777" w:rsidTr="00B65E96">
        <w:trPr>
          <w:trHeight w:val="300"/>
        </w:trPr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112D5C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05FF8E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UAUAUA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529E252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5.06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14:paraId="774607CC" w14:textId="59E0F854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17.63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CD531EF" w14:textId="29532F30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7B649D5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ACAUGG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3B3AA2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2.4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64532EA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25.83</w:t>
            </w:r>
          </w:p>
        </w:tc>
      </w:tr>
      <w:tr w:rsidR="00FC7BBB" w:rsidRPr="008F14A1" w14:paraId="1AEF9288" w14:textId="77777777" w:rsidTr="00B65E96">
        <w:trPr>
          <w:trHeight w:val="300"/>
        </w:trPr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784485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E971AA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AAAUAA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BA6E4F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4.38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14:paraId="03241ECC" w14:textId="26A39AA4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13.53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B3376DA" w14:textId="54A61944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F80BFF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UACAUG</w:t>
            </w: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F0FBB3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2.87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F4AF22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24.24</w:t>
            </w:r>
          </w:p>
        </w:tc>
      </w:tr>
      <w:tr w:rsidR="00FC7BBB" w:rsidRPr="008F14A1" w14:paraId="5B5F34EC" w14:textId="77777777" w:rsidTr="00B65E96">
        <w:trPr>
          <w:trHeight w:val="300"/>
        </w:trPr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3D52373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2BDEDE2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AUAAAA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B5BE1B9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4.24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6FCD1B" w14:textId="6D703D2C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8.84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7B9851" w14:textId="1BBE2A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0992E9A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CAUGGG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F9DC5CD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1.74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2BA2D0E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24.27</w:t>
            </w:r>
          </w:p>
        </w:tc>
      </w:tr>
      <w:tr w:rsidR="00FC7BBB" w:rsidRPr="008F14A1" w14:paraId="457445B9" w14:textId="77777777" w:rsidTr="00B65E96">
        <w:trPr>
          <w:trHeight w:val="300"/>
        </w:trPr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6E7E1C78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5'-UTR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77172685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UUUAGU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4E2DB121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2.86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8D0AC9" w14:textId="05E7B8A6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5.17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BE3832" w14:textId="011C664B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425AC2CA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CGCGCG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2EEF9D45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0.95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39712A65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7.02</w:t>
            </w:r>
          </w:p>
        </w:tc>
      </w:tr>
      <w:tr w:rsidR="00B65E96" w:rsidRPr="008F14A1" w14:paraId="0907048D" w14:textId="77777777" w:rsidTr="00B65E96">
        <w:trPr>
          <w:trHeight w:val="300"/>
        </w:trPr>
        <w:tc>
          <w:tcPr>
            <w:tcW w:w="1428" w:type="dxa"/>
            <w:tcBorders>
              <w:top w:val="nil"/>
              <w:left w:val="nil"/>
              <w:right w:val="nil"/>
            </w:tcBorders>
            <w:noWrap/>
            <w:hideMark/>
          </w:tcPr>
          <w:p w14:paraId="18A3ACAA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right w:val="nil"/>
            </w:tcBorders>
            <w:noWrap/>
            <w:hideMark/>
          </w:tcPr>
          <w:p w14:paraId="5A23C328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CGCGCG</w:t>
            </w:r>
          </w:p>
        </w:tc>
        <w:tc>
          <w:tcPr>
            <w:tcW w:w="1428" w:type="dxa"/>
            <w:tcBorders>
              <w:top w:val="nil"/>
              <w:left w:val="nil"/>
              <w:right w:val="nil"/>
            </w:tcBorders>
            <w:noWrap/>
            <w:hideMark/>
          </w:tcPr>
          <w:p w14:paraId="2902C7B9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0.95</w:t>
            </w:r>
          </w:p>
        </w:tc>
        <w:tc>
          <w:tcPr>
            <w:tcW w:w="1429" w:type="dxa"/>
            <w:tcBorders>
              <w:top w:val="nil"/>
              <w:left w:val="nil"/>
              <w:right w:val="nil"/>
            </w:tcBorders>
          </w:tcPr>
          <w:p w14:paraId="20E6C4FE" w14:textId="25A36EEE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7.02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14:paraId="020C2DCA" w14:textId="72E39C0E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right w:val="nil"/>
            </w:tcBorders>
            <w:noWrap/>
            <w:hideMark/>
          </w:tcPr>
          <w:p w14:paraId="36AECFEE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UUUAGU</w:t>
            </w:r>
          </w:p>
        </w:tc>
        <w:tc>
          <w:tcPr>
            <w:tcW w:w="1429" w:type="dxa"/>
            <w:tcBorders>
              <w:top w:val="nil"/>
              <w:left w:val="nil"/>
              <w:right w:val="nil"/>
            </w:tcBorders>
            <w:noWrap/>
            <w:hideMark/>
          </w:tcPr>
          <w:p w14:paraId="6B6BB25A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2.86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noWrap/>
            <w:hideMark/>
          </w:tcPr>
          <w:p w14:paraId="1DA61F2F" w14:textId="77777777" w:rsidR="008F14A1" w:rsidRPr="008F14A1" w:rsidRDefault="008F14A1" w:rsidP="002611A6">
            <w:pPr>
              <w:spacing w:line="240" w:lineRule="auto"/>
              <w:rPr>
                <w:rFonts w:cs="Times New Roman"/>
                <w:szCs w:val="24"/>
              </w:rPr>
            </w:pPr>
            <w:r w:rsidRPr="008F14A1">
              <w:rPr>
                <w:rFonts w:cs="Times New Roman"/>
                <w:szCs w:val="24"/>
              </w:rPr>
              <w:t>5.17</w:t>
            </w:r>
          </w:p>
        </w:tc>
      </w:tr>
    </w:tbl>
    <w:p w14:paraId="5AEAD59E" w14:textId="4861A93E" w:rsidR="00764161" w:rsidRPr="00B671AD" w:rsidRDefault="004456EE" w:rsidP="00B01379">
      <w:pPr>
        <w:jc w:val="both"/>
        <w:rPr>
          <w:rFonts w:cs="Times New Roman"/>
          <w:szCs w:val="24"/>
        </w:rPr>
      </w:pPr>
      <w:r>
        <w:rPr>
          <w:rFonts w:cs="Times New Roman"/>
          <w:szCs w:val="24"/>
          <w:vertAlign w:val="superscript"/>
        </w:rPr>
        <w:t>a</w:t>
      </w:r>
      <w:r w:rsidR="0089074A">
        <w:rPr>
          <w:rFonts w:cs="Times New Roman"/>
          <w:szCs w:val="24"/>
        </w:rPr>
        <w:t>All Z-scores listed in</w:t>
      </w:r>
      <w:r w:rsidR="00B27697">
        <w:rPr>
          <w:rFonts w:cs="Times New Roman"/>
          <w:szCs w:val="24"/>
        </w:rPr>
        <w:t xml:space="preserve"> the</w:t>
      </w:r>
      <w:r w:rsidR="0089074A">
        <w:rPr>
          <w:rFonts w:cs="Times New Roman"/>
          <w:szCs w:val="24"/>
        </w:rPr>
        <w:t xml:space="preserve"> table were statistically significant </w:t>
      </w:r>
      <w:r w:rsidR="0089074A" w:rsidRPr="0089074A">
        <w:rPr>
          <w:rFonts w:cs="Times New Roman"/>
          <w:i/>
          <w:szCs w:val="24"/>
        </w:rPr>
        <w:t>p-value (binomial)</w:t>
      </w:r>
      <w:r w:rsidR="0089074A">
        <w:rPr>
          <w:rFonts w:cs="Times New Roman"/>
          <w:szCs w:val="24"/>
        </w:rPr>
        <w:t xml:space="preserve"> &lt; 0.05. </w:t>
      </w:r>
    </w:p>
    <w:sectPr w:rsidR="00764161" w:rsidRPr="00B671AD" w:rsidSect="00816AFE"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67" w:right="567" w:bottom="567" w:left="567" w:header="284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AA86AA" w14:textId="77777777" w:rsidR="00B65E96" w:rsidRDefault="00B65E96" w:rsidP="00117666">
      <w:pPr>
        <w:spacing w:after="0"/>
      </w:pPr>
      <w:r>
        <w:separator/>
      </w:r>
    </w:p>
  </w:endnote>
  <w:endnote w:type="continuationSeparator" w:id="0">
    <w:p w14:paraId="13F91C50" w14:textId="77777777" w:rsidR="00B65E96" w:rsidRDefault="00B65E96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E0002AFF" w:usb1="C000247B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3D3D87" w14:textId="500BDE5E" w:rsidR="00B65E96" w:rsidRPr="00577C4C" w:rsidRDefault="00B65E96">
    <w:pPr>
      <w:pStyle w:val="Footer"/>
      <w:rPr>
        <w:color w:val="C00000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1D4B8BD" wp14:editId="725E89C5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4953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495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14951C5" w14:textId="77777777" w:rsidR="00B65E96" w:rsidRPr="00577C4C" w:rsidRDefault="00B65E96">
                          <w:pPr>
                            <w:pStyle w:val="Footer"/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F340DC" w:rsidRPr="00F340DC">
                            <w:rPr>
                              <w:noProof/>
                              <w:color w:val="000000" w:themeColor="text1"/>
                              <w:sz w:val="22"/>
                              <w:szCs w:val="40"/>
                            </w:rPr>
                            <w:t>2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9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" filled="f" stroked="f" strokeweight=".5pt">
              <v:textbox style="mso-fit-shape-to-text:t">
                <w:txbxContent>
                  <w:p w14:paraId="214951C5" w14:textId="77777777" w:rsidR="00B65E96" w:rsidRPr="00577C4C" w:rsidRDefault="00B65E96">
                    <w:pPr>
                      <w:pStyle w:val="Footer"/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EB20EE" w:rsidRPr="00EB20EE">
                      <w:rPr>
                        <w:noProof/>
                        <w:color w:val="000000" w:themeColor="text1"/>
                        <w:sz w:val="22"/>
                        <w:szCs w:val="40"/>
                      </w:rPr>
                      <w:t>2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0BFF2" w14:textId="77777777" w:rsidR="00B65E96" w:rsidRPr="00577C4C" w:rsidRDefault="00B65E96">
    <w:pPr>
      <w:pStyle w:val="Footer"/>
      <w:rPr>
        <w:b/>
        <w:sz w:val="20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2C4AF3B6" wp14:editId="527467EE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495300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495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4D070C5" w14:textId="77777777" w:rsidR="00B65E96" w:rsidRPr="00577C4C" w:rsidRDefault="00B65E96">
                          <w:pPr>
                            <w:pStyle w:val="Footer"/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Pr="005363E9">
                            <w:rPr>
                              <w:noProof/>
                              <w:color w:val="000000" w:themeColor="text1"/>
                              <w:sz w:val="22"/>
                              <w:szCs w:val="40"/>
                            </w:rPr>
                            <w:t>3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9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" filled="f" stroked="f" strokeweight=".5pt">
              <v:textbox style="mso-fit-shape-to-text:t">
                <w:txbxContent>
                  <w:p w14:paraId="74D070C5" w14:textId="77777777" w:rsidR="00B65E96" w:rsidRPr="00577C4C" w:rsidRDefault="00B65E96">
                    <w:pPr>
                      <w:pStyle w:val="Footer"/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Pr="005363E9">
                      <w:rPr>
                        <w:noProof/>
                        <w:color w:val="000000" w:themeColor="text1"/>
                        <w:sz w:val="22"/>
                        <w:szCs w:val="40"/>
                      </w:rPr>
                      <w:t>3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5E84C" w14:textId="77777777" w:rsidR="00B65E96" w:rsidRDefault="00B65E96" w:rsidP="00FA500B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340DC">
      <w:rPr>
        <w:rStyle w:val="PageNumber"/>
        <w:noProof/>
      </w:rPr>
      <w:t>1</w:t>
    </w:r>
    <w:r>
      <w:rPr>
        <w:rStyle w:val="PageNumber"/>
      </w:rPr>
      <w:fldChar w:fldCharType="end"/>
    </w:r>
  </w:p>
  <w:p w14:paraId="1469F44D" w14:textId="75827D88" w:rsidR="00B65E96" w:rsidRDefault="00B65E96" w:rsidP="00DE4011">
    <w:pPr>
      <w:pStyle w:val="Footer"/>
      <w:spacing w:line="240" w:lineRule="auto"/>
      <w:ind w:right="360" w:firstLine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CBB8D8" w14:textId="77777777" w:rsidR="00B65E96" w:rsidRDefault="00B65E96" w:rsidP="00117666">
      <w:pPr>
        <w:spacing w:after="0"/>
      </w:pPr>
      <w:r>
        <w:separator/>
      </w:r>
    </w:p>
  </w:footnote>
  <w:footnote w:type="continuationSeparator" w:id="0">
    <w:p w14:paraId="76416C24" w14:textId="77777777" w:rsidR="00B65E96" w:rsidRDefault="00B65E96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F27F1" w14:textId="088992E8" w:rsidR="00B65E96" w:rsidRDefault="00B65E96" w:rsidP="00A53000">
    <w:pPr>
      <w:pStyle w:val="Header"/>
    </w:pPr>
    <w: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B7666"/>
    <w:multiLevelType w:val="multilevel"/>
    <w:tmpl w:val="4432892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A7604DE"/>
    <w:multiLevelType w:val="hybridMultilevel"/>
    <w:tmpl w:val="82EC3A56"/>
    <w:numStyleLink w:val="Numbered"/>
  </w:abstractNum>
  <w:abstractNum w:abstractNumId="2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A03CD"/>
    <w:multiLevelType w:val="multilevel"/>
    <w:tmpl w:val="ADB20C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EC0601A"/>
    <w:multiLevelType w:val="multilevel"/>
    <w:tmpl w:val="5330D35C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5">
    <w:nsid w:val="225305B5"/>
    <w:multiLevelType w:val="hybridMultilevel"/>
    <w:tmpl w:val="4F8C24FA"/>
    <w:lvl w:ilvl="0" w:tplc="A9DCD718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02A7CAC"/>
    <w:multiLevelType w:val="multilevel"/>
    <w:tmpl w:val="5330D35C"/>
    <w:numStyleLink w:val="Headings"/>
  </w:abstractNum>
  <w:abstractNum w:abstractNumId="7">
    <w:nsid w:val="36D30736"/>
    <w:multiLevelType w:val="hybridMultilevel"/>
    <w:tmpl w:val="BC1E7B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17787E"/>
    <w:multiLevelType w:val="multilevel"/>
    <w:tmpl w:val="ADB20C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3AE92CDE"/>
    <w:multiLevelType w:val="hybridMultilevel"/>
    <w:tmpl w:val="294E0C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1539C0"/>
    <w:multiLevelType w:val="hybridMultilevel"/>
    <w:tmpl w:val="675E09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345623"/>
    <w:multiLevelType w:val="hybridMultilevel"/>
    <w:tmpl w:val="82EC3A56"/>
    <w:styleLink w:val="Numbered"/>
    <w:lvl w:ilvl="0" w:tplc="404ADB20">
      <w:start w:val="1"/>
      <w:numFmt w:val="decimal"/>
      <w:lvlText w:val="(%1)"/>
      <w:lvlJc w:val="left"/>
      <w:pPr>
        <w:ind w:left="425" w:hanging="4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9"/>
        <w:szCs w:val="19"/>
        <w:highlight w:val="none"/>
        <w:vertAlign w:val="baseline"/>
      </w:rPr>
    </w:lvl>
    <w:lvl w:ilvl="1" w:tplc="0A70D800">
      <w:start w:val="1"/>
      <w:numFmt w:val="decimal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81CE6FE">
      <w:start w:val="1"/>
      <w:numFmt w:val="decimal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D20483C">
      <w:start w:val="1"/>
      <w:numFmt w:val="decimal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FDC3C8C">
      <w:start w:val="1"/>
      <w:numFmt w:val="decimal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B6C33F8">
      <w:start w:val="1"/>
      <w:numFmt w:val="decimal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DF0B676">
      <w:start w:val="1"/>
      <w:numFmt w:val="decimal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422D760">
      <w:start w:val="1"/>
      <w:numFmt w:val="decimal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E3AC142">
      <w:start w:val="1"/>
      <w:numFmt w:val="decimal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408E502C"/>
    <w:multiLevelType w:val="hybridMultilevel"/>
    <w:tmpl w:val="C2165F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216449"/>
    <w:multiLevelType w:val="hybridMultilevel"/>
    <w:tmpl w:val="60E244E0"/>
    <w:lvl w:ilvl="0" w:tplc="BB925A66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8113DE"/>
    <w:multiLevelType w:val="multilevel"/>
    <w:tmpl w:val="ADB20CA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290D83"/>
    <w:multiLevelType w:val="hybridMultilevel"/>
    <w:tmpl w:val="D1E4BA92"/>
    <w:lvl w:ilvl="0" w:tplc="E9807BE6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BC6F29"/>
    <w:multiLevelType w:val="multilevel"/>
    <w:tmpl w:val="5330D35C"/>
    <w:numStyleLink w:val="Headings"/>
  </w:abstractNum>
  <w:abstractNum w:abstractNumId="19">
    <w:nsid w:val="7F983756"/>
    <w:multiLevelType w:val="multilevel"/>
    <w:tmpl w:val="F300CE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17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9"/>
  </w:num>
  <w:num w:numId="8">
    <w:abstractNumId w:val="7"/>
  </w:num>
  <w:num w:numId="9">
    <w:abstractNumId w:val="10"/>
  </w:num>
  <w:num w:numId="10">
    <w:abstractNumId w:val="8"/>
  </w:num>
  <w:num w:numId="11">
    <w:abstractNumId w:val="3"/>
  </w:num>
  <w:num w:numId="12">
    <w:abstractNumId w:val="19"/>
  </w:num>
  <w:num w:numId="13">
    <w:abstractNumId w:val="14"/>
  </w:num>
  <w:num w:numId="14">
    <w:abstractNumId w:val="5"/>
  </w:num>
  <w:num w:numId="15">
    <w:abstractNumId w:val="13"/>
  </w:num>
  <w:num w:numId="16">
    <w:abstractNumId w:val="16"/>
  </w:num>
  <w:num w:numId="17">
    <w:abstractNumId w:val="4"/>
    <w:lvlOverride w:ilvl="0">
      <w:lvl w:ilvl="0">
        <w:start w:val="1"/>
        <w:numFmt w:val="decimal"/>
        <w:pStyle w:val="Heading1"/>
        <w:lvlText w:val="%1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  <w:color w:val="0F243E" w:themeColor="text2" w:themeShade="80"/>
        </w:rPr>
      </w:lvl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18"/>
  </w:num>
  <w:num w:numId="21">
    <w:abstractNumId w:val="4"/>
  </w:num>
  <w:num w:numId="22">
    <w:abstractNumId w:val="4"/>
    <w:lvlOverride w:ilvl="0">
      <w:lvl w:ilvl="0">
        <w:start w:val="1"/>
        <w:numFmt w:val="decimal"/>
        <w:pStyle w:val="Heading1"/>
        <w:lvlText w:val="%1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lvlText w:val="%1.%2.%3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3">
      <w:lvl w:ilvl="3">
        <w:start w:val="1"/>
        <w:numFmt w:val="decimal"/>
        <w:pStyle w:val="Heading4"/>
        <w:lvlText w:val="%1.%2.%3.%4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4">
      <w:lvl w:ilvl="4">
        <w:start w:val="1"/>
        <w:numFmt w:val="decimal"/>
        <w:pStyle w:val="Heading5"/>
        <w:lvlText w:val="%1.%2.%3.%4.%5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</w:num>
  <w:num w:numId="23">
    <w:abstractNumId w:val="11"/>
  </w:num>
  <w:num w:numId="24">
    <w:abstractNumId w:val="1"/>
  </w:num>
  <w:num w:numId="25">
    <w:abstractNumId w:val="1"/>
    <w:lvlOverride w:ilvl="0">
      <w:lvl w:ilvl="0" w:tplc="8C68F85C">
        <w:start w:val="1"/>
        <w:numFmt w:val="decimal"/>
        <w:lvlText w:val="(%1)"/>
        <w:lvlJc w:val="left"/>
        <w:pPr>
          <w:ind w:left="425" w:hanging="42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9"/>
          <w:szCs w:val="19"/>
          <w:highlight w:val="none"/>
          <w:vertAlign w:val="baseline"/>
        </w:rPr>
      </w:lvl>
    </w:lvlOverride>
    <w:lvlOverride w:ilvl="1">
      <w:lvl w:ilvl="1" w:tplc="7ADA9528">
        <w:start w:val="1"/>
        <w:numFmt w:val="decimal"/>
        <w:lvlText w:val="%2."/>
        <w:lvlJc w:val="left"/>
        <w:pPr>
          <w:ind w:left="1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438C7CA">
        <w:start w:val="1"/>
        <w:numFmt w:val="decimal"/>
        <w:lvlText w:val="%3."/>
        <w:lvlJc w:val="left"/>
        <w:pPr>
          <w:ind w:left="1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6C27F1E">
        <w:start w:val="1"/>
        <w:numFmt w:val="decimal"/>
        <w:lvlText w:val="%4."/>
        <w:lvlJc w:val="left"/>
        <w:pPr>
          <w:ind w:left="2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730D154">
        <w:start w:val="1"/>
        <w:numFmt w:val="decimal"/>
        <w:lvlText w:val="%5."/>
        <w:lvlJc w:val="left"/>
        <w:pPr>
          <w:ind w:left="34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72E72EE">
        <w:start w:val="1"/>
        <w:numFmt w:val="decimal"/>
        <w:lvlText w:val="%6."/>
        <w:lvlJc w:val="left"/>
        <w:pPr>
          <w:ind w:left="4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656D384">
        <w:start w:val="1"/>
        <w:numFmt w:val="decimal"/>
        <w:lvlText w:val="%7."/>
        <w:lvlJc w:val="left"/>
        <w:pPr>
          <w:ind w:left="5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B00317A">
        <w:start w:val="1"/>
        <w:numFmt w:val="decimal"/>
        <w:lvlText w:val="%8."/>
        <w:lvlJc w:val="left"/>
        <w:pPr>
          <w:ind w:left="5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C6259E2">
        <w:start w:val="1"/>
        <w:numFmt w:val="decimal"/>
        <w:lvlText w:val="%9."/>
        <w:lvlJc w:val="left"/>
        <w:pPr>
          <w:ind w:left="6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6">
    <w:abstractNumId w:val="1"/>
    <w:lvlOverride w:ilvl="0">
      <w:lvl w:ilvl="0" w:tplc="8C68F85C">
        <w:start w:val="1"/>
        <w:numFmt w:val="decimal"/>
        <w:lvlText w:val="(%1)"/>
        <w:lvlJc w:val="left"/>
        <w:pPr>
          <w:ind w:left="510" w:hanging="5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19"/>
          <w:szCs w:val="19"/>
          <w:highlight w:val="none"/>
          <w:vertAlign w:val="baseline"/>
        </w:rPr>
      </w:lvl>
    </w:lvlOverride>
    <w:lvlOverride w:ilvl="1">
      <w:lvl w:ilvl="1" w:tplc="7ADA9528">
        <w:start w:val="1"/>
        <w:numFmt w:val="decimal"/>
        <w:lvlText w:val="%2."/>
        <w:lvlJc w:val="left"/>
        <w:pPr>
          <w:ind w:left="1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438C7CA">
        <w:start w:val="1"/>
        <w:numFmt w:val="decimal"/>
        <w:lvlText w:val="%3."/>
        <w:lvlJc w:val="left"/>
        <w:pPr>
          <w:ind w:left="1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6C27F1E">
        <w:start w:val="1"/>
        <w:numFmt w:val="decimal"/>
        <w:lvlText w:val="%4."/>
        <w:lvlJc w:val="left"/>
        <w:pPr>
          <w:ind w:left="2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730D154">
        <w:start w:val="1"/>
        <w:numFmt w:val="decimal"/>
        <w:lvlText w:val="%5."/>
        <w:lvlJc w:val="left"/>
        <w:pPr>
          <w:ind w:left="34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72E72EE">
        <w:start w:val="1"/>
        <w:numFmt w:val="decimal"/>
        <w:lvlText w:val="%6."/>
        <w:lvlJc w:val="left"/>
        <w:pPr>
          <w:ind w:left="42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656D384">
        <w:start w:val="1"/>
        <w:numFmt w:val="decimal"/>
        <w:lvlText w:val="%7."/>
        <w:lvlJc w:val="left"/>
        <w:pPr>
          <w:ind w:left="50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B00317A">
        <w:start w:val="1"/>
        <w:numFmt w:val="decimal"/>
        <w:lvlText w:val="%8."/>
        <w:lvlJc w:val="left"/>
        <w:pPr>
          <w:ind w:left="58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7C6259E2">
        <w:start w:val="1"/>
        <w:numFmt w:val="decimal"/>
        <w:lvlText w:val="%9."/>
        <w:lvlJc w:val="left"/>
        <w:pPr>
          <w:ind w:left="6653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7">
    <w:abstractNumId w:val="4"/>
    <w:lvlOverride w:ilvl="0">
      <w:lvl w:ilvl="0">
        <w:start w:val="1"/>
        <w:numFmt w:val="decimal"/>
        <w:pStyle w:val="Heading1"/>
        <w:lvlText w:val="%1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821"/>
    <w:rsid w:val="000046A6"/>
    <w:rsid w:val="00011729"/>
    <w:rsid w:val="0001213B"/>
    <w:rsid w:val="00015316"/>
    <w:rsid w:val="000211F7"/>
    <w:rsid w:val="00034304"/>
    <w:rsid w:val="00035434"/>
    <w:rsid w:val="000360CE"/>
    <w:rsid w:val="00045678"/>
    <w:rsid w:val="000458E4"/>
    <w:rsid w:val="00047D6B"/>
    <w:rsid w:val="000525F0"/>
    <w:rsid w:val="00055E44"/>
    <w:rsid w:val="00063D84"/>
    <w:rsid w:val="0006636D"/>
    <w:rsid w:val="000708F1"/>
    <w:rsid w:val="00074916"/>
    <w:rsid w:val="00075EDD"/>
    <w:rsid w:val="00077D53"/>
    <w:rsid w:val="00081394"/>
    <w:rsid w:val="00085FC0"/>
    <w:rsid w:val="000A3525"/>
    <w:rsid w:val="000A4B39"/>
    <w:rsid w:val="000A5496"/>
    <w:rsid w:val="000A6128"/>
    <w:rsid w:val="000B34BD"/>
    <w:rsid w:val="000B45D3"/>
    <w:rsid w:val="000B74AA"/>
    <w:rsid w:val="000C14B0"/>
    <w:rsid w:val="000C2F2D"/>
    <w:rsid w:val="000C7E2A"/>
    <w:rsid w:val="000D0FB2"/>
    <w:rsid w:val="000D2E53"/>
    <w:rsid w:val="000E67C5"/>
    <w:rsid w:val="000F0669"/>
    <w:rsid w:val="000F423F"/>
    <w:rsid w:val="000F4CFB"/>
    <w:rsid w:val="000F6A4E"/>
    <w:rsid w:val="00111776"/>
    <w:rsid w:val="00113E99"/>
    <w:rsid w:val="00117666"/>
    <w:rsid w:val="001223A7"/>
    <w:rsid w:val="00123E7C"/>
    <w:rsid w:val="0012694C"/>
    <w:rsid w:val="00130F6A"/>
    <w:rsid w:val="00134256"/>
    <w:rsid w:val="00147395"/>
    <w:rsid w:val="001514C7"/>
    <w:rsid w:val="001552C9"/>
    <w:rsid w:val="001631D4"/>
    <w:rsid w:val="00174406"/>
    <w:rsid w:val="00177D84"/>
    <w:rsid w:val="00184628"/>
    <w:rsid w:val="001964EF"/>
    <w:rsid w:val="001A32AF"/>
    <w:rsid w:val="001A3DF1"/>
    <w:rsid w:val="001A5364"/>
    <w:rsid w:val="001A79A6"/>
    <w:rsid w:val="001B1A2C"/>
    <w:rsid w:val="001B5C9B"/>
    <w:rsid w:val="001C7150"/>
    <w:rsid w:val="001D172D"/>
    <w:rsid w:val="001D4898"/>
    <w:rsid w:val="001D546B"/>
    <w:rsid w:val="001D5C23"/>
    <w:rsid w:val="001E2E8B"/>
    <w:rsid w:val="001E7A76"/>
    <w:rsid w:val="001E7B4E"/>
    <w:rsid w:val="001F0701"/>
    <w:rsid w:val="001F4C07"/>
    <w:rsid w:val="00220AEA"/>
    <w:rsid w:val="0022114B"/>
    <w:rsid w:val="0022427B"/>
    <w:rsid w:val="00226954"/>
    <w:rsid w:val="00232FBB"/>
    <w:rsid w:val="00236596"/>
    <w:rsid w:val="00240D83"/>
    <w:rsid w:val="00256C51"/>
    <w:rsid w:val="002611A6"/>
    <w:rsid w:val="002629A3"/>
    <w:rsid w:val="00265660"/>
    <w:rsid w:val="00267D18"/>
    <w:rsid w:val="00275787"/>
    <w:rsid w:val="00277E28"/>
    <w:rsid w:val="002854D4"/>
    <w:rsid w:val="002868E2"/>
    <w:rsid w:val="002869C3"/>
    <w:rsid w:val="002912A5"/>
    <w:rsid w:val="002936E4"/>
    <w:rsid w:val="00294165"/>
    <w:rsid w:val="00296B88"/>
    <w:rsid w:val="002A5454"/>
    <w:rsid w:val="002C74CA"/>
    <w:rsid w:val="002D05C9"/>
    <w:rsid w:val="002E5C7D"/>
    <w:rsid w:val="002F20D4"/>
    <w:rsid w:val="002F744D"/>
    <w:rsid w:val="00300DE3"/>
    <w:rsid w:val="00303DE6"/>
    <w:rsid w:val="0031002C"/>
    <w:rsid w:val="00310124"/>
    <w:rsid w:val="003279D2"/>
    <w:rsid w:val="00327FE8"/>
    <w:rsid w:val="003408AB"/>
    <w:rsid w:val="00351B5C"/>
    <w:rsid w:val="003544FB"/>
    <w:rsid w:val="00354D33"/>
    <w:rsid w:val="00356A5A"/>
    <w:rsid w:val="00357CB7"/>
    <w:rsid w:val="00357EC1"/>
    <w:rsid w:val="00365D63"/>
    <w:rsid w:val="00365F7B"/>
    <w:rsid w:val="0036793B"/>
    <w:rsid w:val="00367A8A"/>
    <w:rsid w:val="00372682"/>
    <w:rsid w:val="00376CC5"/>
    <w:rsid w:val="00387011"/>
    <w:rsid w:val="00390725"/>
    <w:rsid w:val="0039693B"/>
    <w:rsid w:val="003A18E9"/>
    <w:rsid w:val="003A580E"/>
    <w:rsid w:val="003B6EAF"/>
    <w:rsid w:val="003D2F2D"/>
    <w:rsid w:val="003E09BA"/>
    <w:rsid w:val="003F4449"/>
    <w:rsid w:val="003F776B"/>
    <w:rsid w:val="00401590"/>
    <w:rsid w:val="00403162"/>
    <w:rsid w:val="004054AE"/>
    <w:rsid w:val="00407871"/>
    <w:rsid w:val="00422C94"/>
    <w:rsid w:val="00426A8A"/>
    <w:rsid w:val="00427E5B"/>
    <w:rsid w:val="00441185"/>
    <w:rsid w:val="004456EE"/>
    <w:rsid w:val="00454A5C"/>
    <w:rsid w:val="00463E3D"/>
    <w:rsid w:val="004645AE"/>
    <w:rsid w:val="00471995"/>
    <w:rsid w:val="004805CB"/>
    <w:rsid w:val="00486A01"/>
    <w:rsid w:val="0049429B"/>
    <w:rsid w:val="004B0F99"/>
    <w:rsid w:val="004B3529"/>
    <w:rsid w:val="004B4A12"/>
    <w:rsid w:val="004D3E33"/>
    <w:rsid w:val="004E5BE2"/>
    <w:rsid w:val="004F55DA"/>
    <w:rsid w:val="00502EA7"/>
    <w:rsid w:val="00503863"/>
    <w:rsid w:val="00507D23"/>
    <w:rsid w:val="00522C54"/>
    <w:rsid w:val="0052312A"/>
    <w:rsid w:val="005250F2"/>
    <w:rsid w:val="00531146"/>
    <w:rsid w:val="005363E9"/>
    <w:rsid w:val="00540F85"/>
    <w:rsid w:val="00555D71"/>
    <w:rsid w:val="00563CEE"/>
    <w:rsid w:val="00570E9B"/>
    <w:rsid w:val="00580279"/>
    <w:rsid w:val="005978E3"/>
    <w:rsid w:val="005A1D84"/>
    <w:rsid w:val="005A70EA"/>
    <w:rsid w:val="005C0BDE"/>
    <w:rsid w:val="005C3963"/>
    <w:rsid w:val="005D1840"/>
    <w:rsid w:val="005D35E4"/>
    <w:rsid w:val="005D7910"/>
    <w:rsid w:val="005E5881"/>
    <w:rsid w:val="00607D0B"/>
    <w:rsid w:val="006100E5"/>
    <w:rsid w:val="00610AB4"/>
    <w:rsid w:val="0061496F"/>
    <w:rsid w:val="0062154F"/>
    <w:rsid w:val="00623A8D"/>
    <w:rsid w:val="00631A8C"/>
    <w:rsid w:val="00643D9D"/>
    <w:rsid w:val="00651970"/>
    <w:rsid w:val="00651CA2"/>
    <w:rsid w:val="00653D60"/>
    <w:rsid w:val="00660D05"/>
    <w:rsid w:val="00662DA4"/>
    <w:rsid w:val="00665507"/>
    <w:rsid w:val="00671D9A"/>
    <w:rsid w:val="00673451"/>
    <w:rsid w:val="00673952"/>
    <w:rsid w:val="00674953"/>
    <w:rsid w:val="0067592D"/>
    <w:rsid w:val="006759DE"/>
    <w:rsid w:val="00677169"/>
    <w:rsid w:val="00681347"/>
    <w:rsid w:val="00681821"/>
    <w:rsid w:val="006850A0"/>
    <w:rsid w:val="00686C9D"/>
    <w:rsid w:val="00694349"/>
    <w:rsid w:val="006B2A68"/>
    <w:rsid w:val="006B2D5B"/>
    <w:rsid w:val="006B7D14"/>
    <w:rsid w:val="006C0339"/>
    <w:rsid w:val="006C072F"/>
    <w:rsid w:val="006C30C2"/>
    <w:rsid w:val="006D204D"/>
    <w:rsid w:val="006D5B93"/>
    <w:rsid w:val="006E30F2"/>
    <w:rsid w:val="006F673D"/>
    <w:rsid w:val="00700C33"/>
    <w:rsid w:val="007027A3"/>
    <w:rsid w:val="007069E2"/>
    <w:rsid w:val="00722192"/>
    <w:rsid w:val="00725A7D"/>
    <w:rsid w:val="0072686D"/>
    <w:rsid w:val="0073085C"/>
    <w:rsid w:val="00731EBD"/>
    <w:rsid w:val="00733784"/>
    <w:rsid w:val="00746505"/>
    <w:rsid w:val="00753A1C"/>
    <w:rsid w:val="00753D8A"/>
    <w:rsid w:val="007557D5"/>
    <w:rsid w:val="00761A31"/>
    <w:rsid w:val="00764161"/>
    <w:rsid w:val="0077436A"/>
    <w:rsid w:val="00790BB3"/>
    <w:rsid w:val="00792043"/>
    <w:rsid w:val="00794E2A"/>
    <w:rsid w:val="0079750F"/>
    <w:rsid w:val="00797EDD"/>
    <w:rsid w:val="007A045A"/>
    <w:rsid w:val="007B0322"/>
    <w:rsid w:val="007B2EAE"/>
    <w:rsid w:val="007B2EC2"/>
    <w:rsid w:val="007C0E3F"/>
    <w:rsid w:val="007C206C"/>
    <w:rsid w:val="007C5729"/>
    <w:rsid w:val="007C57EB"/>
    <w:rsid w:val="007E10C3"/>
    <w:rsid w:val="007E5DE0"/>
    <w:rsid w:val="007E7B3E"/>
    <w:rsid w:val="007F1B23"/>
    <w:rsid w:val="008004F1"/>
    <w:rsid w:val="008111E4"/>
    <w:rsid w:val="00811404"/>
    <w:rsid w:val="0081301C"/>
    <w:rsid w:val="0081311A"/>
    <w:rsid w:val="00816A25"/>
    <w:rsid w:val="00816AFE"/>
    <w:rsid w:val="00817DD6"/>
    <w:rsid w:val="00832F91"/>
    <w:rsid w:val="00833F76"/>
    <w:rsid w:val="0084302E"/>
    <w:rsid w:val="00846AA4"/>
    <w:rsid w:val="00850494"/>
    <w:rsid w:val="00850752"/>
    <w:rsid w:val="008629A9"/>
    <w:rsid w:val="008638A5"/>
    <w:rsid w:val="00870868"/>
    <w:rsid w:val="0087660C"/>
    <w:rsid w:val="0088513A"/>
    <w:rsid w:val="0089074A"/>
    <w:rsid w:val="00892827"/>
    <w:rsid w:val="00893C19"/>
    <w:rsid w:val="008B06DB"/>
    <w:rsid w:val="008B14BC"/>
    <w:rsid w:val="008C794E"/>
    <w:rsid w:val="008D6C8D"/>
    <w:rsid w:val="008E2B54"/>
    <w:rsid w:val="008E4404"/>
    <w:rsid w:val="008E468F"/>
    <w:rsid w:val="008E4B6D"/>
    <w:rsid w:val="008E58C7"/>
    <w:rsid w:val="008F1370"/>
    <w:rsid w:val="008F14A1"/>
    <w:rsid w:val="008F345F"/>
    <w:rsid w:val="008F3DEE"/>
    <w:rsid w:val="008F5021"/>
    <w:rsid w:val="008F7988"/>
    <w:rsid w:val="00902576"/>
    <w:rsid w:val="00907628"/>
    <w:rsid w:val="00917A85"/>
    <w:rsid w:val="009203D4"/>
    <w:rsid w:val="009275F0"/>
    <w:rsid w:val="00931CE8"/>
    <w:rsid w:val="00931F8B"/>
    <w:rsid w:val="0093465C"/>
    <w:rsid w:val="00943573"/>
    <w:rsid w:val="00953724"/>
    <w:rsid w:val="00957CC1"/>
    <w:rsid w:val="00961B98"/>
    <w:rsid w:val="00971B61"/>
    <w:rsid w:val="00980C31"/>
    <w:rsid w:val="0099203E"/>
    <w:rsid w:val="009955FF"/>
    <w:rsid w:val="009A649B"/>
    <w:rsid w:val="009A72A1"/>
    <w:rsid w:val="009B3054"/>
    <w:rsid w:val="009C04AA"/>
    <w:rsid w:val="009C1241"/>
    <w:rsid w:val="009C5BE4"/>
    <w:rsid w:val="009C6677"/>
    <w:rsid w:val="009D259D"/>
    <w:rsid w:val="009D3565"/>
    <w:rsid w:val="009F2D9E"/>
    <w:rsid w:val="00A07FD2"/>
    <w:rsid w:val="00A14164"/>
    <w:rsid w:val="00A17182"/>
    <w:rsid w:val="00A27C79"/>
    <w:rsid w:val="00A345C3"/>
    <w:rsid w:val="00A374EC"/>
    <w:rsid w:val="00A50D9D"/>
    <w:rsid w:val="00A51411"/>
    <w:rsid w:val="00A53000"/>
    <w:rsid w:val="00A545C6"/>
    <w:rsid w:val="00A652D0"/>
    <w:rsid w:val="00A714C7"/>
    <w:rsid w:val="00A73F76"/>
    <w:rsid w:val="00A75F87"/>
    <w:rsid w:val="00A81C72"/>
    <w:rsid w:val="00A95D8B"/>
    <w:rsid w:val="00AA5AD3"/>
    <w:rsid w:val="00AB04D3"/>
    <w:rsid w:val="00AB3290"/>
    <w:rsid w:val="00AC0270"/>
    <w:rsid w:val="00AC1746"/>
    <w:rsid w:val="00AC3EA3"/>
    <w:rsid w:val="00AC792D"/>
    <w:rsid w:val="00AD0765"/>
    <w:rsid w:val="00AD2592"/>
    <w:rsid w:val="00AD6E80"/>
    <w:rsid w:val="00AE1A51"/>
    <w:rsid w:val="00AF4C56"/>
    <w:rsid w:val="00B01379"/>
    <w:rsid w:val="00B04FF5"/>
    <w:rsid w:val="00B055B8"/>
    <w:rsid w:val="00B14863"/>
    <w:rsid w:val="00B27697"/>
    <w:rsid w:val="00B27A49"/>
    <w:rsid w:val="00B3728D"/>
    <w:rsid w:val="00B40F77"/>
    <w:rsid w:val="00B51968"/>
    <w:rsid w:val="00B56B28"/>
    <w:rsid w:val="00B657B8"/>
    <w:rsid w:val="00B65E96"/>
    <w:rsid w:val="00B671AD"/>
    <w:rsid w:val="00B67AAF"/>
    <w:rsid w:val="00B84920"/>
    <w:rsid w:val="00B8556A"/>
    <w:rsid w:val="00BA2C44"/>
    <w:rsid w:val="00BA7601"/>
    <w:rsid w:val="00BB1D2C"/>
    <w:rsid w:val="00BB5731"/>
    <w:rsid w:val="00BB5F61"/>
    <w:rsid w:val="00BC33DA"/>
    <w:rsid w:val="00BE55C5"/>
    <w:rsid w:val="00BE67EC"/>
    <w:rsid w:val="00BF0E7C"/>
    <w:rsid w:val="00BF2BA8"/>
    <w:rsid w:val="00C012A3"/>
    <w:rsid w:val="00C031BA"/>
    <w:rsid w:val="00C042C1"/>
    <w:rsid w:val="00C048B3"/>
    <w:rsid w:val="00C16F19"/>
    <w:rsid w:val="00C23F2B"/>
    <w:rsid w:val="00C36692"/>
    <w:rsid w:val="00C370B5"/>
    <w:rsid w:val="00C37513"/>
    <w:rsid w:val="00C37E70"/>
    <w:rsid w:val="00C46B07"/>
    <w:rsid w:val="00C52A7B"/>
    <w:rsid w:val="00C60255"/>
    <w:rsid w:val="00C6324C"/>
    <w:rsid w:val="00C679AA"/>
    <w:rsid w:val="00C724CF"/>
    <w:rsid w:val="00C74138"/>
    <w:rsid w:val="00C75972"/>
    <w:rsid w:val="00C82792"/>
    <w:rsid w:val="00C863E7"/>
    <w:rsid w:val="00C924CF"/>
    <w:rsid w:val="00C948FD"/>
    <w:rsid w:val="00CA004C"/>
    <w:rsid w:val="00CA08B4"/>
    <w:rsid w:val="00CA5A69"/>
    <w:rsid w:val="00CB43D5"/>
    <w:rsid w:val="00CB57A5"/>
    <w:rsid w:val="00CC76F9"/>
    <w:rsid w:val="00CD066B"/>
    <w:rsid w:val="00CD46E2"/>
    <w:rsid w:val="00CE08FD"/>
    <w:rsid w:val="00CF08B4"/>
    <w:rsid w:val="00CF1D97"/>
    <w:rsid w:val="00CF7488"/>
    <w:rsid w:val="00CF75FC"/>
    <w:rsid w:val="00D00D0B"/>
    <w:rsid w:val="00D04B69"/>
    <w:rsid w:val="00D051E0"/>
    <w:rsid w:val="00D065A8"/>
    <w:rsid w:val="00D06775"/>
    <w:rsid w:val="00D15A7A"/>
    <w:rsid w:val="00D26032"/>
    <w:rsid w:val="00D35DEC"/>
    <w:rsid w:val="00D4045E"/>
    <w:rsid w:val="00D537FA"/>
    <w:rsid w:val="00D541FA"/>
    <w:rsid w:val="00D5547D"/>
    <w:rsid w:val="00D63B4E"/>
    <w:rsid w:val="00D67601"/>
    <w:rsid w:val="00D74471"/>
    <w:rsid w:val="00D80D99"/>
    <w:rsid w:val="00D8453B"/>
    <w:rsid w:val="00D9503C"/>
    <w:rsid w:val="00D9693A"/>
    <w:rsid w:val="00DA1BE0"/>
    <w:rsid w:val="00DA45B3"/>
    <w:rsid w:val="00DA72C3"/>
    <w:rsid w:val="00DC4DA4"/>
    <w:rsid w:val="00DD73EF"/>
    <w:rsid w:val="00DE23E8"/>
    <w:rsid w:val="00DE4011"/>
    <w:rsid w:val="00DE558A"/>
    <w:rsid w:val="00E0128B"/>
    <w:rsid w:val="00E15499"/>
    <w:rsid w:val="00E254CB"/>
    <w:rsid w:val="00E37C5A"/>
    <w:rsid w:val="00E41685"/>
    <w:rsid w:val="00E43E9A"/>
    <w:rsid w:val="00E520D9"/>
    <w:rsid w:val="00E5421B"/>
    <w:rsid w:val="00E5758D"/>
    <w:rsid w:val="00E6356B"/>
    <w:rsid w:val="00E649E3"/>
    <w:rsid w:val="00E64E17"/>
    <w:rsid w:val="00E95380"/>
    <w:rsid w:val="00EA2BB0"/>
    <w:rsid w:val="00EA3366"/>
    <w:rsid w:val="00EA3D3C"/>
    <w:rsid w:val="00EB171E"/>
    <w:rsid w:val="00EB20EE"/>
    <w:rsid w:val="00EB42CE"/>
    <w:rsid w:val="00EC190D"/>
    <w:rsid w:val="00EC409A"/>
    <w:rsid w:val="00EC514C"/>
    <w:rsid w:val="00EC7CC3"/>
    <w:rsid w:val="00ED1F93"/>
    <w:rsid w:val="00EE24EE"/>
    <w:rsid w:val="00EF5999"/>
    <w:rsid w:val="00F114C4"/>
    <w:rsid w:val="00F123E6"/>
    <w:rsid w:val="00F1406C"/>
    <w:rsid w:val="00F24AFC"/>
    <w:rsid w:val="00F340DC"/>
    <w:rsid w:val="00F3682B"/>
    <w:rsid w:val="00F36C23"/>
    <w:rsid w:val="00F36E09"/>
    <w:rsid w:val="00F41AFE"/>
    <w:rsid w:val="00F46494"/>
    <w:rsid w:val="00F51A3C"/>
    <w:rsid w:val="00F558AB"/>
    <w:rsid w:val="00F61D89"/>
    <w:rsid w:val="00F6650A"/>
    <w:rsid w:val="00F67A3B"/>
    <w:rsid w:val="00F86ABB"/>
    <w:rsid w:val="00F910EC"/>
    <w:rsid w:val="00F92E3A"/>
    <w:rsid w:val="00FA158E"/>
    <w:rsid w:val="00FA2B2C"/>
    <w:rsid w:val="00FA4E20"/>
    <w:rsid w:val="00FA500B"/>
    <w:rsid w:val="00FA7898"/>
    <w:rsid w:val="00FC7BBB"/>
    <w:rsid w:val="00FD5C07"/>
    <w:rsid w:val="00FD7648"/>
    <w:rsid w:val="00FE319B"/>
    <w:rsid w:val="00FE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4BA59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6A6"/>
    <w:pPr>
      <w:spacing w:before="120" w:after="240" w:line="480" w:lineRule="auto"/>
    </w:pPr>
    <w:rPr>
      <w:rFonts w:ascii="Times New Roman" w:hAnsi="Times New Roman"/>
      <w:sz w:val="24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D80D99"/>
    <w:pPr>
      <w:numPr>
        <w:numId w:val="17"/>
      </w:numPr>
      <w:spacing w:before="240"/>
      <w:contextualSpacing w:val="0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2"/>
    <w:qFormat/>
    <w:rsid w:val="00E41685"/>
    <w:pPr>
      <w:numPr>
        <w:ilvl w:val="1"/>
      </w:numPr>
      <w:spacing w:after="200"/>
      <w:outlineLvl w:val="1"/>
    </w:pPr>
    <w:rPr>
      <w:rFonts w:ascii="Calibri Light" w:eastAsia="Times New Roman" w:hAnsi="Calibri Light" w:cs="Calibri Light"/>
      <w:sz w:val="26"/>
      <w:szCs w:val="26"/>
      <w:u w:color="00000A"/>
    </w:rPr>
  </w:style>
  <w:style w:type="paragraph" w:styleId="Heading3">
    <w:name w:val="heading 3"/>
    <w:basedOn w:val="Normal"/>
    <w:next w:val="Normal"/>
    <w:link w:val="Heading3Char"/>
    <w:uiPriority w:val="2"/>
    <w:qFormat/>
    <w:rsid w:val="00D80D99"/>
    <w:pPr>
      <w:keepNext/>
      <w:keepLines/>
      <w:numPr>
        <w:ilvl w:val="2"/>
        <w:numId w:val="17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D80D99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D80D99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14739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2"/>
    <w:rsid w:val="00E41685"/>
    <w:rPr>
      <w:rFonts w:ascii="Calibri Light" w:eastAsia="Times New Roman" w:hAnsi="Calibri Light" w:cs="Calibri Light"/>
      <w:b/>
      <w:sz w:val="26"/>
      <w:szCs w:val="26"/>
      <w:u w:color="00000A"/>
    </w:rPr>
  </w:style>
  <w:style w:type="character" w:styleId="Emphasis">
    <w:name w:val="Emphasis"/>
    <w:basedOn w:val="DefaultParagraphFont"/>
    <w:uiPriority w:val="20"/>
    <w:qFormat/>
    <w:rsid w:val="00C724CF"/>
    <w:rPr>
      <w:rFonts w:ascii="Times New Roman" w:hAnsi="Times New Roman"/>
      <w:i/>
      <w:iCs/>
    </w:rPr>
  </w:style>
  <w:style w:type="paragraph" w:styleId="ListParagraph">
    <w:name w:val="List Paragraph"/>
    <w:basedOn w:val="Normal"/>
    <w:uiPriority w:val="3"/>
    <w:qFormat/>
    <w:rsid w:val="00310124"/>
    <w:pPr>
      <w:numPr>
        <w:numId w:val="14"/>
      </w:numPr>
      <w:ind w:left="1434" w:hanging="357"/>
      <w:contextualSpacing/>
    </w:pPr>
    <w:rPr>
      <w:rFonts w:eastAsia="Cambria" w:cs="Times New Roman"/>
      <w:szCs w:val="24"/>
    </w:rPr>
  </w:style>
  <w:style w:type="character" w:styleId="Strong">
    <w:name w:val="Strong"/>
    <w:basedOn w:val="DefaultParagraphFont"/>
    <w:uiPriority w:val="22"/>
    <w:qFormat/>
    <w:rsid w:val="00C724CF"/>
    <w:rPr>
      <w:rFonts w:ascii="Times New Roman" w:hAnsi="Times New Roman"/>
      <w:b/>
      <w:bCs/>
    </w:rPr>
  </w:style>
  <w:style w:type="paragraph" w:styleId="NormalWeb">
    <w:name w:val="Normal (Web)"/>
    <w:basedOn w:val="Normal"/>
    <w:uiPriority w:val="99"/>
    <w:unhideWhenUsed/>
    <w:rsid w:val="00117666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000"/>
    <w:pPr>
      <w:tabs>
        <w:tab w:val="center" w:pos="4844"/>
        <w:tab w:val="right" w:pos="9689"/>
      </w:tabs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A53000"/>
    <w:rPr>
      <w:rFonts w:ascii="Times New Roman" w:hAnsi="Times New Roman"/>
      <w:b/>
      <w:sz w:val="24"/>
    </w:rPr>
  </w:style>
  <w:style w:type="paragraph" w:styleId="Footer">
    <w:name w:val="footer"/>
    <w:basedOn w:val="Normal"/>
    <w:link w:val="FooterChar"/>
    <w:uiPriority w:val="99"/>
    <w:unhideWhenUsed/>
    <w:rsid w:val="00117666"/>
    <w:pPr>
      <w:tabs>
        <w:tab w:val="center" w:pos="4844"/>
        <w:tab w:val="right" w:pos="9689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17666"/>
  </w:style>
  <w:style w:type="table" w:styleId="TableGrid">
    <w:name w:val="Table Grid"/>
    <w:basedOn w:val="TableNormal"/>
    <w:uiPriority w:val="59"/>
    <w:rsid w:val="001176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17666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76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17666"/>
    <w:rPr>
      <w:vertAlign w:val="superscript"/>
    </w:rPr>
  </w:style>
  <w:style w:type="paragraph" w:styleId="Caption">
    <w:name w:val="caption"/>
    <w:basedOn w:val="Normal"/>
    <w:next w:val="NoSpacing"/>
    <w:uiPriority w:val="35"/>
    <w:unhideWhenUsed/>
    <w:qFormat/>
    <w:rsid w:val="00A53000"/>
    <w:pPr>
      <w:keepNext/>
    </w:pPr>
    <w:rPr>
      <w:rFonts w:cs="Times New Roman"/>
      <w:b/>
      <w:bCs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66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666"/>
    <w:rPr>
      <w:rFonts w:ascii="Tahoma" w:hAnsi="Tahoma" w:cs="Tahoma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117666"/>
  </w:style>
  <w:style w:type="paragraph" w:styleId="EndnoteText">
    <w:name w:val="endnote text"/>
    <w:basedOn w:val="Normal"/>
    <w:link w:val="EndnoteTextChar"/>
    <w:uiPriority w:val="99"/>
    <w:semiHidden/>
    <w:unhideWhenUsed/>
    <w:rsid w:val="00CD066B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D066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D066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25A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5A7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5A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5A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5A7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A1D8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D5B93"/>
    <w:rPr>
      <w:color w:val="800080" w:themeColor="followedHyperlink"/>
      <w:u w:val="single"/>
    </w:rPr>
  </w:style>
  <w:style w:type="paragraph" w:styleId="Title">
    <w:name w:val="Title"/>
    <w:basedOn w:val="Normal"/>
    <w:next w:val="Normal"/>
    <w:link w:val="TitleChar"/>
    <w:qFormat/>
    <w:rsid w:val="00D80D99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D80D99"/>
    <w:rPr>
      <w:rFonts w:ascii="Times New Roman" w:hAnsi="Times New Roman" w:cs="Times New Roman"/>
      <w:b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unhideWhenUsed/>
    <w:qFormat/>
    <w:rsid w:val="00AC0270"/>
    <w:pPr>
      <w:spacing w:before="240"/>
    </w:pPr>
    <w:rPr>
      <w:rFonts w:cs="Times New Roman"/>
      <w:b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651CA2"/>
    <w:rPr>
      <w:rFonts w:ascii="Times New Roman" w:hAnsi="Times New Roman" w:cs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2"/>
    <w:rsid w:val="005D1840"/>
    <w:rPr>
      <w:rFonts w:ascii="Times New Roman" w:eastAsiaTheme="majorEastAsia" w:hAnsi="Times New Roman" w:cstheme="majorBidi"/>
      <w:b/>
      <w:sz w:val="24"/>
      <w:szCs w:val="24"/>
    </w:rPr>
  </w:style>
  <w:style w:type="paragraph" w:styleId="NoSpacing">
    <w:name w:val="No Spacing"/>
    <w:uiPriority w:val="99"/>
    <w:unhideWhenUsed/>
    <w:qFormat/>
    <w:rsid w:val="00A5300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2"/>
    <w:rsid w:val="005D1840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2"/>
    <w:rsid w:val="005D1840"/>
    <w:rPr>
      <w:rFonts w:ascii="Times New Roman" w:eastAsiaTheme="majorEastAsia" w:hAnsi="Times New Roman" w:cstheme="majorBidi"/>
      <w:b/>
      <w:iCs/>
      <w:sz w:val="24"/>
      <w:szCs w:val="24"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651CA2"/>
  </w:style>
  <w:style w:type="character" w:styleId="SubtleEmphasis">
    <w:name w:val="Subtle Emphasis"/>
    <w:basedOn w:val="DefaultParagraphFont"/>
    <w:uiPriority w:val="19"/>
    <w:qFormat/>
    <w:rsid w:val="00C724CF"/>
    <w:rPr>
      <w:rFonts w:ascii="Times New Roman" w:hAnsi="Times New Roman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unhideWhenUsed/>
    <w:rsid w:val="00C724CF"/>
    <w:rPr>
      <w:rFonts w:ascii="Times New Roman" w:hAnsi="Times New Roman"/>
      <w:i/>
      <w:iCs/>
      <w:color w:val="auto"/>
    </w:rPr>
  </w:style>
  <w:style w:type="paragraph" w:styleId="Quote">
    <w:name w:val="Quote"/>
    <w:basedOn w:val="Normal"/>
    <w:next w:val="Normal"/>
    <w:link w:val="QuoteChar"/>
    <w:uiPriority w:val="29"/>
    <w:qFormat/>
    <w:rsid w:val="00C724C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24CF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Reference">
    <w:name w:val="Intense Reference"/>
    <w:basedOn w:val="DefaultParagraphFont"/>
    <w:uiPriority w:val="32"/>
    <w:qFormat/>
    <w:rsid w:val="00C724CF"/>
    <w:rPr>
      <w:b/>
      <w:bCs/>
      <w:smallCaps/>
      <w:color w:val="auto"/>
      <w:spacing w:val="5"/>
    </w:rPr>
  </w:style>
  <w:style w:type="character" w:styleId="BookTitle">
    <w:name w:val="Book Title"/>
    <w:basedOn w:val="DefaultParagraphFont"/>
    <w:uiPriority w:val="33"/>
    <w:qFormat/>
    <w:rsid w:val="00C724CF"/>
    <w:rPr>
      <w:rFonts w:ascii="Times New Roman" w:hAnsi="Times New Roman"/>
      <w:b/>
      <w:bCs/>
      <w:i/>
      <w:iCs/>
      <w:spacing w:val="5"/>
    </w:rPr>
  </w:style>
  <w:style w:type="numbering" w:customStyle="1" w:styleId="Headings">
    <w:name w:val="Headings"/>
    <w:uiPriority w:val="99"/>
    <w:rsid w:val="00D80D99"/>
    <w:pPr>
      <w:numPr>
        <w:numId w:val="21"/>
      </w:numPr>
    </w:pPr>
  </w:style>
  <w:style w:type="paragraph" w:styleId="Revision">
    <w:name w:val="Revision"/>
    <w:hidden/>
    <w:uiPriority w:val="99"/>
    <w:semiHidden/>
    <w:rsid w:val="00A545C6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None">
    <w:name w:val="None"/>
    <w:rsid w:val="006850A0"/>
  </w:style>
  <w:style w:type="character" w:customStyle="1" w:styleId="Hyperlink1">
    <w:name w:val="Hyperlink.1"/>
    <w:basedOn w:val="DefaultParagraphFont"/>
    <w:rsid w:val="007557D5"/>
    <w:rPr>
      <w:rFonts w:ascii="Times New Roman" w:eastAsia="Times New Roman" w:hAnsi="Times New Roman" w:cs="Times New Roman"/>
      <w:color w:val="000000"/>
      <w:sz w:val="24"/>
      <w:szCs w:val="24"/>
      <w:u w:val="single" w:color="0000FF"/>
    </w:rPr>
  </w:style>
  <w:style w:type="numbering" w:customStyle="1" w:styleId="Numbered">
    <w:name w:val="Numbered"/>
    <w:rsid w:val="007557D5"/>
    <w:pPr>
      <w:numPr>
        <w:numId w:val="23"/>
      </w:numPr>
    </w:pPr>
  </w:style>
  <w:style w:type="paragraph" w:customStyle="1" w:styleId="Default">
    <w:name w:val="Default"/>
    <w:rsid w:val="007557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</w:rPr>
  </w:style>
  <w:style w:type="character" w:styleId="PageNumber">
    <w:name w:val="page number"/>
    <w:basedOn w:val="DefaultParagraphFont"/>
    <w:uiPriority w:val="99"/>
    <w:semiHidden/>
    <w:unhideWhenUsed/>
    <w:rsid w:val="00AF4C56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6A6"/>
    <w:pPr>
      <w:spacing w:before="120" w:after="240" w:line="480" w:lineRule="auto"/>
    </w:pPr>
    <w:rPr>
      <w:rFonts w:ascii="Times New Roman" w:hAnsi="Times New Roman"/>
      <w:sz w:val="24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D80D99"/>
    <w:pPr>
      <w:numPr>
        <w:numId w:val="17"/>
      </w:numPr>
      <w:spacing w:before="240"/>
      <w:contextualSpacing w:val="0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2"/>
    <w:qFormat/>
    <w:rsid w:val="00E41685"/>
    <w:pPr>
      <w:numPr>
        <w:ilvl w:val="1"/>
      </w:numPr>
      <w:spacing w:after="200"/>
      <w:outlineLvl w:val="1"/>
    </w:pPr>
    <w:rPr>
      <w:rFonts w:ascii="Calibri Light" w:eastAsia="Times New Roman" w:hAnsi="Calibri Light" w:cs="Calibri Light"/>
      <w:sz w:val="26"/>
      <w:szCs w:val="26"/>
      <w:u w:color="00000A"/>
    </w:rPr>
  </w:style>
  <w:style w:type="paragraph" w:styleId="Heading3">
    <w:name w:val="heading 3"/>
    <w:basedOn w:val="Normal"/>
    <w:next w:val="Normal"/>
    <w:link w:val="Heading3Char"/>
    <w:uiPriority w:val="2"/>
    <w:qFormat/>
    <w:rsid w:val="00D80D99"/>
    <w:pPr>
      <w:keepNext/>
      <w:keepLines/>
      <w:numPr>
        <w:ilvl w:val="2"/>
        <w:numId w:val="17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D80D99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D80D99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14739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2"/>
    <w:rsid w:val="00E41685"/>
    <w:rPr>
      <w:rFonts w:ascii="Calibri Light" w:eastAsia="Times New Roman" w:hAnsi="Calibri Light" w:cs="Calibri Light"/>
      <w:b/>
      <w:sz w:val="26"/>
      <w:szCs w:val="26"/>
      <w:u w:color="00000A"/>
    </w:rPr>
  </w:style>
  <w:style w:type="character" w:styleId="Emphasis">
    <w:name w:val="Emphasis"/>
    <w:basedOn w:val="DefaultParagraphFont"/>
    <w:uiPriority w:val="20"/>
    <w:qFormat/>
    <w:rsid w:val="00C724CF"/>
    <w:rPr>
      <w:rFonts w:ascii="Times New Roman" w:hAnsi="Times New Roman"/>
      <w:i/>
      <w:iCs/>
    </w:rPr>
  </w:style>
  <w:style w:type="paragraph" w:styleId="ListParagraph">
    <w:name w:val="List Paragraph"/>
    <w:basedOn w:val="Normal"/>
    <w:uiPriority w:val="3"/>
    <w:qFormat/>
    <w:rsid w:val="00310124"/>
    <w:pPr>
      <w:numPr>
        <w:numId w:val="14"/>
      </w:numPr>
      <w:ind w:left="1434" w:hanging="357"/>
      <w:contextualSpacing/>
    </w:pPr>
    <w:rPr>
      <w:rFonts w:eastAsia="Cambria" w:cs="Times New Roman"/>
      <w:szCs w:val="24"/>
    </w:rPr>
  </w:style>
  <w:style w:type="character" w:styleId="Strong">
    <w:name w:val="Strong"/>
    <w:basedOn w:val="DefaultParagraphFont"/>
    <w:uiPriority w:val="22"/>
    <w:qFormat/>
    <w:rsid w:val="00C724CF"/>
    <w:rPr>
      <w:rFonts w:ascii="Times New Roman" w:hAnsi="Times New Roman"/>
      <w:b/>
      <w:bCs/>
    </w:rPr>
  </w:style>
  <w:style w:type="paragraph" w:styleId="NormalWeb">
    <w:name w:val="Normal (Web)"/>
    <w:basedOn w:val="Normal"/>
    <w:uiPriority w:val="99"/>
    <w:unhideWhenUsed/>
    <w:rsid w:val="00117666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000"/>
    <w:pPr>
      <w:tabs>
        <w:tab w:val="center" w:pos="4844"/>
        <w:tab w:val="right" w:pos="9689"/>
      </w:tabs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A53000"/>
    <w:rPr>
      <w:rFonts w:ascii="Times New Roman" w:hAnsi="Times New Roman"/>
      <w:b/>
      <w:sz w:val="24"/>
    </w:rPr>
  </w:style>
  <w:style w:type="paragraph" w:styleId="Footer">
    <w:name w:val="footer"/>
    <w:basedOn w:val="Normal"/>
    <w:link w:val="FooterChar"/>
    <w:uiPriority w:val="99"/>
    <w:unhideWhenUsed/>
    <w:rsid w:val="00117666"/>
    <w:pPr>
      <w:tabs>
        <w:tab w:val="center" w:pos="4844"/>
        <w:tab w:val="right" w:pos="9689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17666"/>
  </w:style>
  <w:style w:type="table" w:styleId="TableGrid">
    <w:name w:val="Table Grid"/>
    <w:basedOn w:val="TableNormal"/>
    <w:uiPriority w:val="59"/>
    <w:rsid w:val="001176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17666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76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17666"/>
    <w:rPr>
      <w:vertAlign w:val="superscript"/>
    </w:rPr>
  </w:style>
  <w:style w:type="paragraph" w:styleId="Caption">
    <w:name w:val="caption"/>
    <w:basedOn w:val="Normal"/>
    <w:next w:val="NoSpacing"/>
    <w:uiPriority w:val="35"/>
    <w:unhideWhenUsed/>
    <w:qFormat/>
    <w:rsid w:val="00A53000"/>
    <w:pPr>
      <w:keepNext/>
    </w:pPr>
    <w:rPr>
      <w:rFonts w:cs="Times New Roman"/>
      <w:b/>
      <w:bCs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766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7666"/>
    <w:rPr>
      <w:rFonts w:ascii="Tahoma" w:hAnsi="Tahoma" w:cs="Tahoma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117666"/>
  </w:style>
  <w:style w:type="paragraph" w:styleId="EndnoteText">
    <w:name w:val="endnote text"/>
    <w:basedOn w:val="Normal"/>
    <w:link w:val="EndnoteTextChar"/>
    <w:uiPriority w:val="99"/>
    <w:semiHidden/>
    <w:unhideWhenUsed/>
    <w:rsid w:val="00CD066B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D066B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D066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25A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5A7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5A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5A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5A7D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A1D8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D5B93"/>
    <w:rPr>
      <w:color w:val="800080" w:themeColor="followedHyperlink"/>
      <w:u w:val="single"/>
    </w:rPr>
  </w:style>
  <w:style w:type="paragraph" w:styleId="Title">
    <w:name w:val="Title"/>
    <w:basedOn w:val="Normal"/>
    <w:next w:val="Normal"/>
    <w:link w:val="TitleChar"/>
    <w:qFormat/>
    <w:rsid w:val="00D80D99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D80D99"/>
    <w:rPr>
      <w:rFonts w:ascii="Times New Roman" w:hAnsi="Times New Roman" w:cs="Times New Roman"/>
      <w:b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unhideWhenUsed/>
    <w:qFormat/>
    <w:rsid w:val="00AC0270"/>
    <w:pPr>
      <w:spacing w:before="240"/>
    </w:pPr>
    <w:rPr>
      <w:rFonts w:cs="Times New Roman"/>
      <w:b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651CA2"/>
    <w:rPr>
      <w:rFonts w:ascii="Times New Roman" w:hAnsi="Times New Roman" w:cs="Times New Roman"/>
      <w:b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2"/>
    <w:rsid w:val="005D1840"/>
    <w:rPr>
      <w:rFonts w:ascii="Times New Roman" w:eastAsiaTheme="majorEastAsia" w:hAnsi="Times New Roman" w:cstheme="majorBidi"/>
      <w:b/>
      <w:sz w:val="24"/>
      <w:szCs w:val="24"/>
    </w:rPr>
  </w:style>
  <w:style w:type="paragraph" w:styleId="NoSpacing">
    <w:name w:val="No Spacing"/>
    <w:uiPriority w:val="99"/>
    <w:unhideWhenUsed/>
    <w:qFormat/>
    <w:rsid w:val="00A5300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4Char">
    <w:name w:val="Heading 4 Char"/>
    <w:basedOn w:val="DefaultParagraphFont"/>
    <w:link w:val="Heading4"/>
    <w:uiPriority w:val="2"/>
    <w:rsid w:val="005D1840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2"/>
    <w:rsid w:val="005D1840"/>
    <w:rPr>
      <w:rFonts w:ascii="Times New Roman" w:eastAsiaTheme="majorEastAsia" w:hAnsi="Times New Roman" w:cstheme="majorBidi"/>
      <w:b/>
      <w:iCs/>
      <w:sz w:val="24"/>
      <w:szCs w:val="24"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651CA2"/>
  </w:style>
  <w:style w:type="character" w:styleId="SubtleEmphasis">
    <w:name w:val="Subtle Emphasis"/>
    <w:basedOn w:val="DefaultParagraphFont"/>
    <w:uiPriority w:val="19"/>
    <w:qFormat/>
    <w:rsid w:val="00C724CF"/>
    <w:rPr>
      <w:rFonts w:ascii="Times New Roman" w:hAnsi="Times New Roman"/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unhideWhenUsed/>
    <w:rsid w:val="00C724CF"/>
    <w:rPr>
      <w:rFonts w:ascii="Times New Roman" w:hAnsi="Times New Roman"/>
      <w:i/>
      <w:iCs/>
      <w:color w:val="auto"/>
    </w:rPr>
  </w:style>
  <w:style w:type="paragraph" w:styleId="Quote">
    <w:name w:val="Quote"/>
    <w:basedOn w:val="Normal"/>
    <w:next w:val="Normal"/>
    <w:link w:val="QuoteChar"/>
    <w:uiPriority w:val="29"/>
    <w:qFormat/>
    <w:rsid w:val="00C724C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24CF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Reference">
    <w:name w:val="Intense Reference"/>
    <w:basedOn w:val="DefaultParagraphFont"/>
    <w:uiPriority w:val="32"/>
    <w:qFormat/>
    <w:rsid w:val="00C724CF"/>
    <w:rPr>
      <w:b/>
      <w:bCs/>
      <w:smallCaps/>
      <w:color w:val="auto"/>
      <w:spacing w:val="5"/>
    </w:rPr>
  </w:style>
  <w:style w:type="character" w:styleId="BookTitle">
    <w:name w:val="Book Title"/>
    <w:basedOn w:val="DefaultParagraphFont"/>
    <w:uiPriority w:val="33"/>
    <w:qFormat/>
    <w:rsid w:val="00C724CF"/>
    <w:rPr>
      <w:rFonts w:ascii="Times New Roman" w:hAnsi="Times New Roman"/>
      <w:b/>
      <w:bCs/>
      <w:i/>
      <w:iCs/>
      <w:spacing w:val="5"/>
    </w:rPr>
  </w:style>
  <w:style w:type="numbering" w:customStyle="1" w:styleId="Headings">
    <w:name w:val="Headings"/>
    <w:uiPriority w:val="99"/>
    <w:rsid w:val="00D80D99"/>
    <w:pPr>
      <w:numPr>
        <w:numId w:val="21"/>
      </w:numPr>
    </w:pPr>
  </w:style>
  <w:style w:type="paragraph" w:styleId="Revision">
    <w:name w:val="Revision"/>
    <w:hidden/>
    <w:uiPriority w:val="99"/>
    <w:semiHidden/>
    <w:rsid w:val="00A545C6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None">
    <w:name w:val="None"/>
    <w:rsid w:val="006850A0"/>
  </w:style>
  <w:style w:type="character" w:customStyle="1" w:styleId="Hyperlink1">
    <w:name w:val="Hyperlink.1"/>
    <w:basedOn w:val="DefaultParagraphFont"/>
    <w:rsid w:val="007557D5"/>
    <w:rPr>
      <w:rFonts w:ascii="Times New Roman" w:eastAsia="Times New Roman" w:hAnsi="Times New Roman" w:cs="Times New Roman"/>
      <w:color w:val="000000"/>
      <w:sz w:val="24"/>
      <w:szCs w:val="24"/>
      <w:u w:val="single" w:color="0000FF"/>
    </w:rPr>
  </w:style>
  <w:style w:type="numbering" w:customStyle="1" w:styleId="Numbered">
    <w:name w:val="Numbered"/>
    <w:rsid w:val="007557D5"/>
    <w:pPr>
      <w:numPr>
        <w:numId w:val="23"/>
      </w:numPr>
    </w:pPr>
  </w:style>
  <w:style w:type="paragraph" w:customStyle="1" w:styleId="Default">
    <w:name w:val="Default"/>
    <w:rsid w:val="007557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</w:rPr>
  </w:style>
  <w:style w:type="character" w:styleId="PageNumber">
    <w:name w:val="page number"/>
    <w:basedOn w:val="DefaultParagraphFont"/>
    <w:uiPriority w:val="99"/>
    <w:semiHidden/>
    <w:unhideWhenUsed/>
    <w:rsid w:val="00AF4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10500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67915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51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908048">
          <w:marLeft w:val="0"/>
          <w:marRight w:val="0"/>
          <w:marTop w:val="0"/>
          <w:marBottom w:val="0"/>
          <w:divBdr>
            <w:top w:val="none" w:sz="0" w:space="19" w:color="auto"/>
            <w:left w:val="single" w:sz="6" w:space="19" w:color="E0E0E0"/>
            <w:bottom w:val="none" w:sz="0" w:space="31" w:color="auto"/>
            <w:right w:val="none" w:sz="0" w:space="19" w:color="auto"/>
          </w:divBdr>
          <w:divsChild>
            <w:div w:id="1452671678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60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shua.stocco\Documents\Templates\Frontiers_Word_Templates\Frontiers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8F8D1057-F170-D64C-9F47-0096B3804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\Users\joshua.stocco\Documents\Templates\Frontiers_Word_Templates\Frontiers_template.dotx</Template>
  <TotalTime>136</TotalTime>
  <Pages>2</Pages>
  <Words>179</Words>
  <Characters>1022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Malik Nadeem  Akhtar</dc:creator>
  <cp:keywords/>
  <dc:description/>
  <cp:lastModifiedBy>Malik Nadeem  Akhtar</cp:lastModifiedBy>
  <cp:revision>90</cp:revision>
  <cp:lastPrinted>2019-02-08T09:58:00Z</cp:lastPrinted>
  <dcterms:created xsi:type="dcterms:W3CDTF">2019-02-08T09:58:00Z</dcterms:created>
  <dcterms:modified xsi:type="dcterms:W3CDTF">2019-04-24T06:51:00Z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189e9c2a-0403-3368-9f4e-7ebfc679abd8</vt:lpwstr>
  </property>
  <property fmtid="{D5CDD505-2E9C-101B-9397-08002B2CF9AE}" pid="4" name="Mendeley Citation Style_1">
    <vt:lpwstr>http://www.zotero.org/styles/frontiers-in-plant-science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17th edition (author-date)</vt:lpwstr>
  </property>
  <property fmtid="{D5CDD505-2E9C-101B-9397-08002B2CF9AE}" pid="15" name="Mendeley Recent Style Id 5_1">
    <vt:lpwstr>http://www.zotero.org/styles/harvard-cite-them-right</vt:lpwstr>
  </property>
  <property fmtid="{D5CDD505-2E9C-101B-9397-08002B2CF9AE}" pid="16" name="Mendeley Recent Style Name 5_1">
    <vt:lpwstr>Cite Them Right 10th edition - Harvard</vt:lpwstr>
  </property>
  <property fmtid="{D5CDD505-2E9C-101B-9397-08002B2CF9AE}" pid="17" name="Mendeley Recent Style Id 6_1">
    <vt:lpwstr>http://www.zotero.org/styles/frontiers-in-plant-science</vt:lpwstr>
  </property>
  <property fmtid="{D5CDD505-2E9C-101B-9397-08002B2CF9AE}" pid="18" name="Mendeley Recent Style Name 6_1">
    <vt:lpwstr>Frontiers in Plant Science</vt:lpwstr>
  </property>
  <property fmtid="{D5CDD505-2E9C-101B-9397-08002B2CF9AE}" pid="19" name="Mendeley Recent Style Id 7_1">
    <vt:lpwstr>http://www.zotero.org/styles/ieee</vt:lpwstr>
  </property>
  <property fmtid="{D5CDD505-2E9C-101B-9397-08002B2CF9AE}" pid="20" name="Mendeley Recent Style Name 7_1">
    <vt:lpwstr>IEEE</vt:lpwstr>
  </property>
  <property fmtid="{D5CDD505-2E9C-101B-9397-08002B2CF9AE}" pid="21" name="Mendeley Recent Style Id 8_1">
    <vt:lpwstr>http://www.zotero.org/styles/modern-humanities-research-association</vt:lpwstr>
  </property>
  <property fmtid="{D5CDD505-2E9C-101B-9397-08002B2CF9AE}" pid="22" name="Mendeley Recent Style Name 8_1">
    <vt:lpwstr>Modern Humanities Research Association 3rd edition (note with bibliography)</vt:lpwstr>
  </property>
  <property fmtid="{D5CDD505-2E9C-101B-9397-08002B2CF9AE}" pid="23" name="Mendeley Recent Style Id 9_1">
    <vt:lpwstr>http://www.zotero.org/styles/modern-language-association</vt:lpwstr>
  </property>
  <property fmtid="{D5CDD505-2E9C-101B-9397-08002B2CF9AE}" pid="24" name="Mendeley Recent Style Name 9_1">
    <vt:lpwstr>Modern Language Association 8th edition</vt:lpwstr>
  </property>
</Properties>
</file>